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11C6C1" w14:textId="46641C35" w:rsidR="00A840A3" w:rsidRPr="00B84250" w:rsidRDefault="00B84250" w:rsidP="00B8425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1" w:color="auto"/>
          <w:between w:val="single" w:sz="4" w:space="1" w:color="auto"/>
          <w:bar w:val="single" w:sz="4" w:color="auto"/>
        </w:pBdr>
        <w:ind w:left="112"/>
        <w:rPr>
          <w:rFonts w:ascii="Yu Gothic UI" w:eastAsia="Yu Gothic UI" w:hAnsi="Yu Gothic UI"/>
          <w:b/>
          <w:bCs/>
          <w:sz w:val="24"/>
          <w:szCs w:val="24"/>
        </w:rPr>
      </w:pPr>
      <w:r w:rsidRPr="00B84250">
        <w:rPr>
          <w:rFonts w:ascii="Yu Gothic UI" w:eastAsia="Yu Gothic UI" w:hAnsi="Yu Gothic UI"/>
          <w:b/>
          <w:bCs/>
          <w:sz w:val="24"/>
          <w:szCs w:val="24"/>
        </w:rPr>
        <w:t>ALLEGATO 1: PROPOSTA PROGETTUALE</w:t>
      </w:r>
    </w:p>
    <w:p w14:paraId="5D421C35" w14:textId="70627ADD" w:rsidR="000018C1" w:rsidRPr="00A6554F" w:rsidRDefault="000018C1" w:rsidP="000018C1">
      <w:pPr>
        <w:rPr>
          <w:rFonts w:ascii="Yu Gothic UI" w:eastAsia="Yu Gothic UI" w:hAnsi="Yu Gothic UI" w:cs="Arial"/>
          <w:b/>
          <w:bCs/>
          <w:sz w:val="20"/>
          <w:szCs w:val="20"/>
        </w:rPr>
      </w:pPr>
    </w:p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94"/>
      </w:tblGrid>
      <w:tr w:rsidR="00A6554F" w14:paraId="6BA94467" w14:textId="77777777" w:rsidTr="00F07BF3">
        <w:trPr>
          <w:trHeight w:val="2202"/>
        </w:trPr>
        <w:tc>
          <w:tcPr>
            <w:tcW w:w="9894" w:type="dxa"/>
          </w:tcPr>
          <w:p w14:paraId="245697FE" w14:textId="77777777" w:rsidR="008160BC" w:rsidRDefault="008160BC" w:rsidP="00AB7DF1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  <w:p w14:paraId="589B96D9" w14:textId="2AC6B691" w:rsidR="00AB7DF1" w:rsidRPr="00AB7DF1" w:rsidRDefault="00AB7DF1" w:rsidP="00AB7DF1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AB7DF1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PSP - PIANO STRATEGICO NAZIONALE DELLA PAC 2023-2027 REG. (UE) 2021/2115</w:t>
            </w:r>
          </w:p>
          <w:p w14:paraId="38C14A5B" w14:textId="0EBD430D" w:rsidR="00A6554F" w:rsidRPr="00A6554F" w:rsidRDefault="00AB7DF1" w:rsidP="001771FE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AB7DF1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COMPLEMENTO PER LO SVILUPPO RURALE DEL PIANO STRATEGICO NAZIONALE DELLA PAC 2023-2027 DELLA REGIONE LOMBARDIA</w:t>
            </w:r>
          </w:p>
          <w:p w14:paraId="682FDAF4" w14:textId="0A91FC05" w:rsidR="00A6554F" w:rsidRDefault="00A6554F" w:rsidP="00A6554F">
            <w:pPr>
              <w:pBdr>
                <w:bar w:val="nil"/>
              </w:pBdr>
              <w:ind w:left="84"/>
              <w:jc w:val="center"/>
              <w:rPr>
                <w:rFonts w:ascii="Yu Gothic UI" w:eastAsia="Yu Gothic UI" w:hAnsi="Yu Gothic UI" w:cs="Tahoma"/>
                <w:b/>
                <w:bCs/>
                <w:color w:val="000000"/>
                <w:sz w:val="20"/>
                <w:szCs w:val="20"/>
                <w:u w:color="000000"/>
                <w:bdr w:val="nil"/>
                <w:lang w:eastAsia="it-IT"/>
              </w:rPr>
            </w:pPr>
            <w:r w:rsidRPr="00A6554F">
              <w:rPr>
                <w:rFonts w:ascii="Yu Gothic UI" w:eastAsia="Yu Gothic UI" w:hAnsi="Yu Gothic UI" w:cs="Tahoma"/>
                <w:b/>
                <w:bC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Intervento SRH0</w:t>
            </w:r>
            <w:r w:rsidR="009D50CD">
              <w:rPr>
                <w:rFonts w:ascii="Yu Gothic UI" w:eastAsia="Yu Gothic UI" w:hAnsi="Yu Gothic UI" w:cs="Tahoma"/>
                <w:b/>
                <w:bC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4</w:t>
            </w:r>
            <w:r w:rsidRPr="00A6554F">
              <w:rPr>
                <w:rFonts w:ascii="Yu Gothic UI" w:eastAsia="Yu Gothic UI" w:hAnsi="Yu Gothic UI" w:cs="Tahoma"/>
                <w:b/>
                <w:bC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 xml:space="preserve"> – </w:t>
            </w:r>
            <w:r w:rsidR="00C74732">
              <w:rPr>
                <w:rFonts w:ascii="Yu Gothic UI" w:eastAsia="Yu Gothic UI" w:hAnsi="Yu Gothic UI" w:cs="Tahoma"/>
                <w:b/>
                <w:bCs/>
                <w:color w:val="000000"/>
                <w:sz w:val="20"/>
                <w:szCs w:val="20"/>
                <w:u w:color="000000"/>
                <w:bdr w:val="nil"/>
                <w:lang w:eastAsia="it-IT"/>
              </w:rPr>
              <w:t>Azioni di informazione</w:t>
            </w:r>
          </w:p>
          <w:p w14:paraId="2D2C7995" w14:textId="530A79E8" w:rsidR="00BB7527" w:rsidRPr="003F3130" w:rsidRDefault="00BB7527" w:rsidP="00BB7527">
            <w:pPr>
              <w:ind w:left="993" w:right="843"/>
              <w:jc w:val="center"/>
              <w:rPr>
                <w:rFonts w:ascii="Yu Gothic UI" w:eastAsia="Yu Gothic UI" w:hAnsi="Yu Gothic UI" w:cs="Segoe UI Historic"/>
                <w:b/>
                <w:sz w:val="20"/>
                <w:szCs w:val="20"/>
              </w:rPr>
            </w:pPr>
            <w:r w:rsidRPr="003F3130">
              <w:rPr>
                <w:rFonts w:ascii="Yu Gothic UI" w:eastAsia="Yu Gothic UI" w:hAnsi="Yu Gothic UI" w:cs="Segoe UI Historic"/>
                <w:b/>
                <w:sz w:val="20"/>
                <w:szCs w:val="20"/>
              </w:rPr>
              <w:t>DISPOSIZIONI ATTUATIVE PER LA PRESENTAZIONE DELLE DOMANDE</w:t>
            </w:r>
          </w:p>
          <w:p w14:paraId="1E411A94" w14:textId="77777777" w:rsidR="00BB7527" w:rsidRPr="003F3130" w:rsidRDefault="00BB7527" w:rsidP="00BB7527">
            <w:pPr>
              <w:ind w:left="993" w:right="843"/>
              <w:jc w:val="center"/>
              <w:rPr>
                <w:rFonts w:ascii="Yu Gothic UI" w:eastAsia="Yu Gothic UI" w:hAnsi="Yu Gothic UI" w:cs="Segoe UI Historic"/>
                <w:b/>
                <w:sz w:val="20"/>
                <w:szCs w:val="20"/>
              </w:rPr>
            </w:pPr>
            <w:r w:rsidRPr="003F3130">
              <w:rPr>
                <w:rFonts w:ascii="Yu Gothic UI" w:eastAsia="Yu Gothic UI" w:hAnsi="Yu Gothic UI" w:cs="Segoe UI Historic"/>
                <w:b/>
                <w:sz w:val="20"/>
                <w:szCs w:val="20"/>
              </w:rPr>
              <w:t>Anno 2025</w:t>
            </w:r>
          </w:p>
          <w:p w14:paraId="7F58DB50" w14:textId="77777777" w:rsidR="00BB7527" w:rsidRDefault="00BB7527" w:rsidP="00A6554F">
            <w:pPr>
              <w:ind w:left="84"/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  <w:p w14:paraId="23F2610A" w14:textId="032D13B8" w:rsidR="00BB7527" w:rsidRDefault="00BB7527" w:rsidP="00A6554F">
            <w:pPr>
              <w:ind w:left="84"/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  <w:p w14:paraId="37998790" w14:textId="078C3CD7" w:rsidR="003F3130" w:rsidRDefault="00C74732" w:rsidP="00A6554F">
            <w:pPr>
              <w:ind w:left="84"/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5A1112">
              <w:rPr>
                <w:noProof/>
                <w:sz w:val="24"/>
                <w:szCs w:val="24"/>
              </w:rPr>
              <w:drawing>
                <wp:inline distT="0" distB="0" distL="0" distR="0" wp14:anchorId="2A06C9F1" wp14:editId="617DE11D">
                  <wp:extent cx="2537460" cy="2537460"/>
                  <wp:effectExtent l="0" t="0" r="0" b="0"/>
                  <wp:docPr id="8" name="Immagine 19" descr="Immagine che contiene logo, Carattere, Elementi grafici, simbolo&#10;&#10;Il contenuto generato dall'IA potrebbe non essere corretto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9" descr="Immagine che contiene logo, Carattere, Elementi grafici, simbolo&#10;&#10;Il contenuto generato dall'IA potrebbe non essere corretto.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37460" cy="25374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0681A68" w14:textId="77777777" w:rsidR="003F3130" w:rsidRDefault="003F3130" w:rsidP="00C74732">
            <w:pPr>
              <w:rPr>
                <w:rFonts w:ascii="Yu Gothic UI" w:eastAsia="Yu Gothic UI" w:hAnsi="Yu Gothic UI" w:cs="Segoe UI Historic"/>
                <w:b/>
                <w:bCs/>
                <w:sz w:val="24"/>
                <w:szCs w:val="24"/>
              </w:rPr>
            </w:pPr>
          </w:p>
          <w:p w14:paraId="4D21221E" w14:textId="77777777" w:rsidR="003F3130" w:rsidRDefault="003F3130" w:rsidP="00A6554F">
            <w:pPr>
              <w:ind w:left="84"/>
              <w:jc w:val="center"/>
              <w:rPr>
                <w:rFonts w:ascii="Yu Gothic UI" w:eastAsia="Yu Gothic UI" w:hAnsi="Yu Gothic UI" w:cs="Segoe UI Historic"/>
                <w:b/>
                <w:bCs/>
                <w:sz w:val="24"/>
                <w:szCs w:val="24"/>
              </w:rPr>
            </w:pPr>
          </w:p>
          <w:p w14:paraId="588D9267" w14:textId="0B26BE81" w:rsidR="00A6554F" w:rsidRDefault="00A6554F" w:rsidP="0090630C">
            <w:pPr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A6554F">
              <w:rPr>
                <w:rFonts w:ascii="Yu Gothic UI" w:eastAsia="Yu Gothic UI" w:hAnsi="Yu Gothic UI" w:cs="Segoe UI Historic"/>
                <w:b/>
                <w:bCs/>
                <w:sz w:val="24"/>
                <w:szCs w:val="24"/>
              </w:rPr>
              <w:t>S</w:t>
            </w:r>
            <w:r w:rsidRPr="00A6554F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trategia di sviluppo locale:</w:t>
            </w:r>
          </w:p>
          <w:p w14:paraId="7978E338" w14:textId="77777777" w:rsidR="001C2D78" w:rsidRPr="001C2D78" w:rsidRDefault="001C2D78" w:rsidP="001C2D78">
            <w:pPr>
              <w:widowControl/>
              <w:autoSpaceDE/>
              <w:autoSpaceDN/>
              <w:jc w:val="center"/>
              <w:rPr>
                <w:rFonts w:ascii="Yu Gothic UI" w:eastAsia="Yu Gothic UI" w:hAnsi="Yu Gothic UI" w:cs="Times New Roman"/>
                <w:b/>
                <w:i/>
                <w:iCs/>
                <w:sz w:val="20"/>
                <w:szCs w:val="20"/>
              </w:rPr>
            </w:pPr>
            <w:r w:rsidRPr="001C2D78">
              <w:rPr>
                <w:rFonts w:ascii="Yu Gothic UI" w:eastAsia="Yu Gothic UI" w:hAnsi="Yu Gothic UI" w:cs="Times New Roman" w:hint="eastAsia"/>
                <w:b/>
                <w:i/>
                <w:iCs/>
                <w:sz w:val="20"/>
                <w:szCs w:val="20"/>
              </w:rPr>
              <w:t xml:space="preserve">“Coltivare il territorio tra </w:t>
            </w:r>
            <w:r w:rsidRPr="001C2D78">
              <w:rPr>
                <w:rFonts w:ascii="Yu Gothic UI" w:eastAsia="Yu Gothic UI" w:hAnsi="Yu Gothic UI" w:cs="Times New Roman" w:hint="eastAsia"/>
                <w:b/>
                <w:sz w:val="20"/>
                <w:szCs w:val="20"/>
              </w:rPr>
              <w:t>conservazione</w:t>
            </w:r>
            <w:r w:rsidRPr="001C2D78">
              <w:rPr>
                <w:rFonts w:ascii="Yu Gothic UI" w:eastAsia="Yu Gothic UI" w:hAnsi="Yu Gothic UI" w:cs="Times New Roman" w:hint="eastAsia"/>
                <w:b/>
                <w:i/>
                <w:iCs/>
                <w:sz w:val="20"/>
                <w:szCs w:val="20"/>
              </w:rPr>
              <w:t xml:space="preserve"> della biodiversità, dei prodotti tipici</w:t>
            </w:r>
          </w:p>
          <w:p w14:paraId="2DB1CF69" w14:textId="77777777" w:rsidR="001C2D78" w:rsidRPr="001C2D78" w:rsidRDefault="001C2D78" w:rsidP="001C2D78">
            <w:pPr>
              <w:widowControl/>
              <w:autoSpaceDE/>
              <w:autoSpaceDN/>
              <w:jc w:val="center"/>
              <w:rPr>
                <w:rFonts w:ascii="Yu Gothic UI" w:eastAsia="Yu Gothic UI" w:hAnsi="Yu Gothic UI" w:cs="Times New Roman"/>
                <w:b/>
                <w:i/>
                <w:iCs/>
                <w:sz w:val="20"/>
                <w:szCs w:val="20"/>
              </w:rPr>
            </w:pPr>
            <w:r w:rsidRPr="001C2D78">
              <w:rPr>
                <w:rFonts w:ascii="Yu Gothic UI" w:eastAsia="Yu Gothic UI" w:hAnsi="Yu Gothic UI" w:cs="Times New Roman" w:hint="eastAsia"/>
                <w:b/>
                <w:i/>
                <w:iCs/>
                <w:sz w:val="20"/>
                <w:szCs w:val="20"/>
              </w:rPr>
              <w:t xml:space="preserve">e valorizzazione del </w:t>
            </w:r>
            <w:r w:rsidRPr="001C2D78">
              <w:rPr>
                <w:rFonts w:ascii="Yu Gothic UI" w:eastAsia="Yu Gothic UI" w:hAnsi="Yu Gothic UI" w:cs="Times New Roman" w:hint="eastAsia"/>
                <w:b/>
                <w:sz w:val="20"/>
                <w:szCs w:val="20"/>
              </w:rPr>
              <w:t>patrimonio</w:t>
            </w:r>
            <w:r w:rsidRPr="001C2D78">
              <w:rPr>
                <w:rFonts w:ascii="Yu Gothic UI" w:eastAsia="Yu Gothic UI" w:hAnsi="Yu Gothic UI" w:cs="Times New Roman" w:hint="eastAsia"/>
                <w:b/>
                <w:i/>
                <w:iCs/>
                <w:sz w:val="20"/>
                <w:szCs w:val="20"/>
              </w:rPr>
              <w:t xml:space="preserve"> ambientale”</w:t>
            </w:r>
          </w:p>
          <w:p w14:paraId="22558EF1" w14:textId="77777777" w:rsidR="00A6554F" w:rsidRPr="00A6554F" w:rsidRDefault="00A6554F" w:rsidP="00A6554F">
            <w:pPr>
              <w:ind w:left="84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  <w:p w14:paraId="369D6C43" w14:textId="77777777" w:rsidR="008160BC" w:rsidRDefault="001E0A8F" w:rsidP="008160BC">
            <w:pPr>
              <w:ind w:left="84"/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  <w:r w:rsidRPr="001E0A8F"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  <w:t>approvazione del Consiglio di Amministrazione del GAL Sebino Valle Camonica del 27.12.2025</w:t>
            </w:r>
          </w:p>
          <w:p w14:paraId="78F50AB9" w14:textId="29FD31DC" w:rsidR="001E0A8F" w:rsidRDefault="001E0A8F" w:rsidP="008160BC">
            <w:pPr>
              <w:ind w:left="84"/>
              <w:jc w:val="center"/>
              <w:rPr>
                <w:rFonts w:ascii="Yu Gothic UI" w:eastAsia="Yu Gothic UI" w:hAnsi="Yu Gothic UI" w:cs="Arial"/>
                <w:b/>
                <w:bCs/>
                <w:sz w:val="20"/>
                <w:szCs w:val="20"/>
              </w:rPr>
            </w:pPr>
          </w:p>
        </w:tc>
      </w:tr>
    </w:tbl>
    <w:p w14:paraId="2A87FEA6" w14:textId="77777777" w:rsidR="00A840A3" w:rsidRPr="00746F19" w:rsidRDefault="00A840A3" w:rsidP="003D2B47">
      <w:pPr>
        <w:rPr>
          <w:rFonts w:ascii="Yu Gothic UI" w:eastAsia="Yu Gothic UI" w:hAnsi="Yu Gothic UI" w:cs="Arial"/>
          <w:b/>
          <w:bCs/>
          <w:sz w:val="16"/>
          <w:szCs w:val="16"/>
        </w:rPr>
      </w:pPr>
    </w:p>
    <w:p w14:paraId="4DA78D39" w14:textId="581969FE" w:rsidR="00A6554F" w:rsidRPr="00746F19" w:rsidRDefault="00A6554F" w:rsidP="00A82222">
      <w:pPr>
        <w:jc w:val="both"/>
        <w:rPr>
          <w:rFonts w:ascii="Yu Gothic UI" w:eastAsia="Yu Gothic UI" w:hAnsi="Yu Gothic UI"/>
          <w:b/>
          <w:bCs/>
          <w:sz w:val="18"/>
          <w:szCs w:val="18"/>
        </w:rPr>
      </w:pPr>
      <w:r w:rsidRPr="00746F19">
        <w:rPr>
          <w:rFonts w:ascii="Yu Gothic UI" w:eastAsia="Yu Gothic UI" w:hAnsi="Yu Gothic UI"/>
          <w:b/>
          <w:bCs/>
          <w:sz w:val="18"/>
          <w:szCs w:val="18"/>
        </w:rPr>
        <w:t>Indicazioni per la compilazione:</w:t>
      </w:r>
    </w:p>
    <w:p w14:paraId="19D3A382" w14:textId="405F49B5" w:rsidR="003F78A2" w:rsidRPr="00746F19" w:rsidRDefault="00BF06ED" w:rsidP="00A82222">
      <w:pPr>
        <w:jc w:val="both"/>
        <w:rPr>
          <w:rFonts w:ascii="Yu Gothic UI" w:eastAsia="Yu Gothic UI" w:hAnsi="Yu Gothic UI"/>
          <w:sz w:val="16"/>
          <w:szCs w:val="16"/>
        </w:rPr>
      </w:pPr>
      <w:r w:rsidRPr="00746F19">
        <w:rPr>
          <w:rFonts w:ascii="Yu Gothic UI" w:eastAsia="Yu Gothic UI" w:hAnsi="Yu Gothic UI"/>
          <w:sz w:val="16"/>
          <w:szCs w:val="16"/>
        </w:rPr>
        <w:t xml:space="preserve">Il soggetto richiedente è tenuto a compilare il presente Allegato </w:t>
      </w:r>
      <w:r w:rsidR="00FA0D10" w:rsidRPr="00746F19">
        <w:rPr>
          <w:rFonts w:ascii="Yu Gothic UI" w:eastAsia="Yu Gothic UI" w:hAnsi="Yu Gothic UI"/>
          <w:sz w:val="16"/>
          <w:szCs w:val="16"/>
        </w:rPr>
        <w:t>secondo le modalità e la struttura indicate nel prosieguo</w:t>
      </w:r>
      <w:r w:rsidRPr="00746F19">
        <w:rPr>
          <w:rFonts w:ascii="Yu Gothic UI" w:eastAsia="Yu Gothic UI" w:hAnsi="Yu Gothic UI"/>
          <w:sz w:val="16"/>
          <w:szCs w:val="16"/>
        </w:rPr>
        <w:t xml:space="preserve">, </w:t>
      </w:r>
      <w:r w:rsidR="00FA0D10" w:rsidRPr="00746F19">
        <w:rPr>
          <w:rFonts w:ascii="Yu Gothic UI" w:eastAsia="Yu Gothic UI" w:hAnsi="Yu Gothic UI"/>
          <w:sz w:val="16"/>
          <w:szCs w:val="16"/>
        </w:rPr>
        <w:t>conformemente</w:t>
      </w:r>
      <w:r w:rsidR="002A38D6" w:rsidRPr="00746F19">
        <w:rPr>
          <w:rFonts w:ascii="Yu Gothic UI" w:eastAsia="Yu Gothic UI" w:hAnsi="Yu Gothic UI"/>
          <w:sz w:val="16"/>
          <w:szCs w:val="16"/>
        </w:rPr>
        <w:t xml:space="preserve"> a</w:t>
      </w:r>
      <w:r w:rsidRPr="00746F19">
        <w:rPr>
          <w:rFonts w:ascii="Yu Gothic UI" w:eastAsia="Yu Gothic UI" w:hAnsi="Yu Gothic UI"/>
          <w:sz w:val="16"/>
          <w:szCs w:val="16"/>
        </w:rPr>
        <w:t xml:space="preserve">i principi e </w:t>
      </w:r>
      <w:r w:rsidR="002A38D6" w:rsidRPr="00746F19">
        <w:rPr>
          <w:rFonts w:ascii="Yu Gothic UI" w:eastAsia="Yu Gothic UI" w:hAnsi="Yu Gothic UI"/>
          <w:sz w:val="16"/>
          <w:szCs w:val="16"/>
        </w:rPr>
        <w:t>a</w:t>
      </w:r>
      <w:r w:rsidRPr="00746F19">
        <w:rPr>
          <w:rFonts w:ascii="Yu Gothic UI" w:eastAsia="Yu Gothic UI" w:hAnsi="Yu Gothic UI"/>
          <w:sz w:val="16"/>
          <w:szCs w:val="16"/>
        </w:rPr>
        <w:t xml:space="preserve">i criteri di valutazione </w:t>
      </w:r>
      <w:r w:rsidR="002A38D6" w:rsidRPr="00746F19">
        <w:rPr>
          <w:rFonts w:ascii="Yu Gothic UI" w:eastAsia="Yu Gothic UI" w:hAnsi="Yu Gothic UI"/>
          <w:sz w:val="16"/>
          <w:szCs w:val="16"/>
        </w:rPr>
        <w:t>definiti</w:t>
      </w:r>
      <w:r w:rsidRPr="00746F19">
        <w:rPr>
          <w:rFonts w:ascii="Yu Gothic UI" w:eastAsia="Yu Gothic UI" w:hAnsi="Yu Gothic UI"/>
          <w:sz w:val="16"/>
          <w:szCs w:val="16"/>
        </w:rPr>
        <w:t xml:space="preserve"> </w:t>
      </w:r>
      <w:r w:rsidR="002A38D6" w:rsidRPr="00746F19">
        <w:rPr>
          <w:rFonts w:ascii="Yu Gothic UI" w:eastAsia="Yu Gothic UI" w:hAnsi="Yu Gothic UI"/>
          <w:sz w:val="16"/>
          <w:szCs w:val="16"/>
        </w:rPr>
        <w:t>ne</w:t>
      </w:r>
      <w:r w:rsidRPr="00746F19">
        <w:rPr>
          <w:rFonts w:ascii="Yu Gothic UI" w:eastAsia="Yu Gothic UI" w:hAnsi="Yu Gothic UI"/>
          <w:sz w:val="16"/>
          <w:szCs w:val="16"/>
        </w:rPr>
        <w:t xml:space="preserve">l </w:t>
      </w:r>
      <w:r w:rsidR="00BC31CC" w:rsidRPr="00746F19">
        <w:rPr>
          <w:rFonts w:ascii="Yu Gothic UI" w:eastAsia="Yu Gothic UI" w:hAnsi="Yu Gothic UI"/>
          <w:sz w:val="16"/>
          <w:szCs w:val="16"/>
        </w:rPr>
        <w:t>Bando SR</w:t>
      </w:r>
      <w:r w:rsidR="00252B5F" w:rsidRPr="00746F19">
        <w:rPr>
          <w:rFonts w:ascii="Yu Gothic UI" w:eastAsia="Yu Gothic UI" w:hAnsi="Yu Gothic UI"/>
          <w:sz w:val="16"/>
          <w:szCs w:val="16"/>
        </w:rPr>
        <w:t>H0</w:t>
      </w:r>
      <w:r w:rsidR="001C2D78" w:rsidRPr="00746F19">
        <w:rPr>
          <w:rFonts w:ascii="Yu Gothic UI" w:eastAsia="Yu Gothic UI" w:hAnsi="Yu Gothic UI"/>
          <w:sz w:val="16"/>
          <w:szCs w:val="16"/>
        </w:rPr>
        <w:t>4</w:t>
      </w:r>
      <w:r w:rsidR="00BC31CC" w:rsidRPr="00746F19">
        <w:rPr>
          <w:rFonts w:ascii="Yu Gothic UI" w:eastAsia="Yu Gothic UI" w:hAnsi="Yu Gothic UI"/>
          <w:sz w:val="16"/>
          <w:szCs w:val="16"/>
        </w:rPr>
        <w:t xml:space="preserve"> del GA</w:t>
      </w:r>
      <w:r w:rsidR="00426688" w:rsidRPr="00746F19">
        <w:rPr>
          <w:rFonts w:ascii="Yu Gothic UI" w:eastAsia="Yu Gothic UI" w:hAnsi="Yu Gothic UI"/>
          <w:sz w:val="16"/>
          <w:szCs w:val="16"/>
        </w:rPr>
        <w:t>L</w:t>
      </w:r>
      <w:r w:rsidR="001C2D78" w:rsidRPr="00746F19">
        <w:rPr>
          <w:rFonts w:ascii="Yu Gothic UI" w:eastAsia="Yu Gothic UI" w:hAnsi="Yu Gothic UI"/>
          <w:sz w:val="16"/>
          <w:szCs w:val="16"/>
        </w:rPr>
        <w:t xml:space="preserve"> Sebino Valle Camonica. </w:t>
      </w:r>
      <w:r w:rsidR="008510E1" w:rsidRPr="00746F19">
        <w:rPr>
          <w:rFonts w:ascii="Yu Gothic UI" w:eastAsia="Yu Gothic UI" w:hAnsi="Yu Gothic UI"/>
          <w:sz w:val="16"/>
          <w:szCs w:val="16"/>
        </w:rPr>
        <w:t>Per un’adeguata comprensione di tali criteri, si rinvia al paragrafo 1</w:t>
      </w:r>
      <w:r w:rsidR="008B1787" w:rsidRPr="00746F19">
        <w:rPr>
          <w:rFonts w:ascii="Yu Gothic UI" w:eastAsia="Yu Gothic UI" w:hAnsi="Yu Gothic UI"/>
          <w:sz w:val="16"/>
          <w:szCs w:val="16"/>
        </w:rPr>
        <w:t>2</w:t>
      </w:r>
      <w:r w:rsidR="008510E1" w:rsidRPr="00746F19">
        <w:rPr>
          <w:rFonts w:ascii="Yu Gothic UI" w:eastAsia="Yu Gothic UI" w:hAnsi="Yu Gothic UI"/>
          <w:sz w:val="16"/>
          <w:szCs w:val="16"/>
        </w:rPr>
        <w:t xml:space="preserve"> del medesimo Bando e al relativo Allegato denominato “Tabella punteggi”</w:t>
      </w:r>
      <w:r w:rsidR="00D101EF" w:rsidRPr="00746F19">
        <w:rPr>
          <w:rFonts w:ascii="Yu Gothic UI" w:eastAsia="Yu Gothic UI" w:hAnsi="Yu Gothic UI"/>
          <w:sz w:val="16"/>
          <w:szCs w:val="16"/>
        </w:rPr>
        <w:t>.</w:t>
      </w:r>
    </w:p>
    <w:p w14:paraId="5CEA7702" w14:textId="7F759DD6" w:rsidR="003935A2" w:rsidRPr="00746F19" w:rsidRDefault="00865271" w:rsidP="00A82222">
      <w:pPr>
        <w:jc w:val="both"/>
        <w:rPr>
          <w:rFonts w:ascii="Yu Gothic UI" w:eastAsia="Yu Gothic UI" w:hAnsi="Yu Gothic UI"/>
          <w:sz w:val="16"/>
          <w:szCs w:val="16"/>
        </w:rPr>
      </w:pPr>
      <w:r w:rsidRPr="00746F19">
        <w:rPr>
          <w:rFonts w:ascii="Yu Gothic UI" w:eastAsia="Yu Gothic UI" w:hAnsi="Yu Gothic UI"/>
          <w:sz w:val="16"/>
          <w:szCs w:val="16"/>
        </w:rPr>
        <w:t>Il presente</w:t>
      </w:r>
      <w:r w:rsidR="00AC3339" w:rsidRPr="00746F19">
        <w:rPr>
          <w:rFonts w:ascii="Yu Gothic UI" w:eastAsia="Yu Gothic UI" w:hAnsi="Yu Gothic UI"/>
          <w:sz w:val="16"/>
          <w:szCs w:val="16"/>
        </w:rPr>
        <w:t xml:space="preserve"> allegato</w:t>
      </w:r>
      <w:r w:rsidR="002501DA" w:rsidRPr="00746F19">
        <w:rPr>
          <w:rFonts w:ascii="Yu Gothic UI" w:eastAsia="Yu Gothic UI" w:hAnsi="Yu Gothic UI"/>
          <w:sz w:val="16"/>
          <w:szCs w:val="16"/>
        </w:rPr>
        <w:t xml:space="preserve">, contenente </w:t>
      </w:r>
      <w:r w:rsidR="00AE7AF3" w:rsidRPr="00746F19">
        <w:rPr>
          <w:rFonts w:ascii="Yu Gothic UI" w:eastAsia="Yu Gothic UI" w:hAnsi="Yu Gothic UI"/>
          <w:sz w:val="16"/>
          <w:szCs w:val="16"/>
        </w:rPr>
        <w:t>la proposta progettuale</w:t>
      </w:r>
      <w:r w:rsidR="002501DA" w:rsidRPr="00746F19">
        <w:rPr>
          <w:rFonts w:ascii="Yu Gothic UI" w:eastAsia="Yu Gothic UI" w:hAnsi="Yu Gothic UI"/>
          <w:sz w:val="16"/>
          <w:szCs w:val="16"/>
        </w:rPr>
        <w:t>,</w:t>
      </w:r>
      <w:r w:rsidR="00AE7AF3" w:rsidRPr="00746F19">
        <w:rPr>
          <w:rFonts w:ascii="Yu Gothic UI" w:eastAsia="Yu Gothic UI" w:hAnsi="Yu Gothic UI"/>
          <w:sz w:val="16"/>
          <w:szCs w:val="16"/>
        </w:rPr>
        <w:t xml:space="preserve"> dovrà essere </w:t>
      </w:r>
      <w:r w:rsidR="00D101EF" w:rsidRPr="00746F19">
        <w:rPr>
          <w:rFonts w:ascii="Yu Gothic UI" w:eastAsia="Yu Gothic UI" w:hAnsi="Yu Gothic UI"/>
          <w:sz w:val="16"/>
          <w:szCs w:val="16"/>
        </w:rPr>
        <w:t xml:space="preserve">trasmesso nella fase conclusiva della procedura informatizzata prevista dalla piattaforma </w:t>
      </w:r>
      <w:proofErr w:type="spellStart"/>
      <w:r w:rsidR="00D101EF" w:rsidRPr="00746F19">
        <w:rPr>
          <w:rFonts w:ascii="Yu Gothic UI" w:eastAsia="Yu Gothic UI" w:hAnsi="Yu Gothic UI"/>
          <w:sz w:val="16"/>
          <w:szCs w:val="16"/>
        </w:rPr>
        <w:t>SiS.Co</w:t>
      </w:r>
      <w:proofErr w:type="spellEnd"/>
      <w:r w:rsidR="00D101EF" w:rsidRPr="00746F19">
        <w:rPr>
          <w:rFonts w:ascii="Yu Gothic UI" w:eastAsia="Yu Gothic UI" w:hAnsi="Yu Gothic UI"/>
          <w:sz w:val="16"/>
          <w:szCs w:val="16"/>
        </w:rPr>
        <w:t>.</w:t>
      </w:r>
      <w:r w:rsidR="003935A2" w:rsidRPr="00746F19">
        <w:rPr>
          <w:rFonts w:ascii="Yu Gothic UI" w:eastAsia="Yu Gothic UI" w:hAnsi="Yu Gothic UI"/>
          <w:sz w:val="16"/>
          <w:szCs w:val="16"/>
        </w:rPr>
        <w:t xml:space="preserve"> </w:t>
      </w:r>
      <w:r w:rsidR="00F07E99" w:rsidRPr="00746F19">
        <w:rPr>
          <w:rFonts w:ascii="Yu Gothic UI" w:eastAsia="Yu Gothic UI" w:hAnsi="Yu Gothic UI"/>
          <w:sz w:val="16"/>
          <w:szCs w:val="16"/>
        </w:rPr>
        <w:t xml:space="preserve">in formato PDF e </w:t>
      </w:r>
      <w:r w:rsidR="003935A2" w:rsidRPr="00746F19">
        <w:rPr>
          <w:rFonts w:ascii="Yu Gothic UI" w:eastAsia="Yu Gothic UI" w:hAnsi="Yu Gothic UI"/>
          <w:sz w:val="16"/>
          <w:szCs w:val="16"/>
        </w:rPr>
        <w:t>firmato, ai sensi dei paragrafi 1</w:t>
      </w:r>
      <w:r w:rsidR="008B1787" w:rsidRPr="00746F19">
        <w:rPr>
          <w:rFonts w:ascii="Yu Gothic UI" w:eastAsia="Yu Gothic UI" w:hAnsi="Yu Gothic UI"/>
          <w:sz w:val="16"/>
          <w:szCs w:val="16"/>
        </w:rPr>
        <w:t>4</w:t>
      </w:r>
      <w:r w:rsidR="003935A2" w:rsidRPr="00746F19">
        <w:rPr>
          <w:rFonts w:ascii="Yu Gothic UI" w:eastAsia="Yu Gothic UI" w:hAnsi="Yu Gothic UI"/>
          <w:sz w:val="16"/>
          <w:szCs w:val="16"/>
        </w:rPr>
        <w:t>.3. e 1</w:t>
      </w:r>
      <w:r w:rsidR="008B1787" w:rsidRPr="00746F19">
        <w:rPr>
          <w:rFonts w:ascii="Yu Gothic UI" w:eastAsia="Yu Gothic UI" w:hAnsi="Yu Gothic UI"/>
          <w:sz w:val="16"/>
          <w:szCs w:val="16"/>
        </w:rPr>
        <w:t>4</w:t>
      </w:r>
      <w:r w:rsidR="003935A2" w:rsidRPr="00746F19">
        <w:rPr>
          <w:rFonts w:ascii="Yu Gothic UI" w:eastAsia="Yu Gothic UI" w:hAnsi="Yu Gothic UI"/>
          <w:sz w:val="16"/>
          <w:szCs w:val="16"/>
        </w:rPr>
        <w:t>.5. del Bando.</w:t>
      </w:r>
    </w:p>
    <w:p w14:paraId="2BF56D8C" w14:textId="41A32DA8" w:rsidR="00445561" w:rsidRPr="00746F19" w:rsidRDefault="009F5CB4" w:rsidP="00445561">
      <w:pPr>
        <w:jc w:val="both"/>
        <w:rPr>
          <w:rFonts w:ascii="Yu Gothic UI" w:eastAsia="Yu Gothic UI" w:hAnsi="Yu Gothic UI"/>
          <w:sz w:val="16"/>
          <w:szCs w:val="16"/>
        </w:rPr>
      </w:pPr>
      <w:r w:rsidRPr="00746F19">
        <w:rPr>
          <w:rFonts w:ascii="Yu Gothic UI" w:eastAsia="Yu Gothic UI" w:hAnsi="Yu Gothic UI"/>
          <w:b/>
          <w:bCs/>
          <w:sz w:val="16"/>
          <w:szCs w:val="16"/>
        </w:rPr>
        <w:t xml:space="preserve">Si precisa che il </w:t>
      </w:r>
      <w:r w:rsidR="00917355" w:rsidRPr="00746F19">
        <w:rPr>
          <w:rFonts w:ascii="Yu Gothic UI" w:eastAsia="Yu Gothic UI" w:hAnsi="Yu Gothic UI"/>
          <w:b/>
          <w:bCs/>
          <w:sz w:val="16"/>
          <w:szCs w:val="16"/>
        </w:rPr>
        <w:t>s</w:t>
      </w:r>
      <w:r w:rsidRPr="00746F19">
        <w:rPr>
          <w:rFonts w:ascii="Yu Gothic UI" w:eastAsia="Yu Gothic UI" w:hAnsi="Yu Gothic UI"/>
          <w:b/>
          <w:bCs/>
          <w:sz w:val="16"/>
          <w:szCs w:val="16"/>
        </w:rPr>
        <w:t xml:space="preserve">oggetto richiedente NON dovrà procedere alla compilazione del modulo informatico denominato “Descrizione del </w:t>
      </w:r>
      <w:r w:rsidRPr="00746F19">
        <w:rPr>
          <w:rFonts w:ascii="Yu Gothic UI" w:eastAsia="Yu Gothic UI" w:hAnsi="Yu Gothic UI"/>
          <w:b/>
          <w:bCs/>
          <w:sz w:val="16"/>
          <w:szCs w:val="16"/>
        </w:rPr>
        <w:lastRenderedPageBreak/>
        <w:t>progetto”</w:t>
      </w:r>
      <w:r w:rsidR="00445561" w:rsidRPr="00746F19">
        <w:rPr>
          <w:rFonts w:ascii="Yu Gothic UI" w:eastAsia="Yu Gothic UI" w:hAnsi="Yu Gothic UI"/>
          <w:b/>
          <w:bCs/>
          <w:sz w:val="16"/>
          <w:szCs w:val="16"/>
        </w:rPr>
        <w:t xml:space="preserve"> presente in </w:t>
      </w:r>
      <w:proofErr w:type="spellStart"/>
      <w:r w:rsidR="00445561" w:rsidRPr="00746F19">
        <w:rPr>
          <w:rFonts w:ascii="Yu Gothic UI" w:eastAsia="Yu Gothic UI" w:hAnsi="Yu Gothic UI"/>
          <w:b/>
          <w:bCs/>
          <w:sz w:val="16"/>
          <w:szCs w:val="16"/>
        </w:rPr>
        <w:t>SiS.Co</w:t>
      </w:r>
      <w:proofErr w:type="spellEnd"/>
      <w:r w:rsidR="00445561" w:rsidRPr="00746F19">
        <w:rPr>
          <w:rFonts w:ascii="Yu Gothic UI" w:eastAsia="Yu Gothic UI" w:hAnsi="Yu Gothic UI"/>
          <w:b/>
          <w:bCs/>
          <w:sz w:val="16"/>
          <w:szCs w:val="16"/>
        </w:rPr>
        <w:t xml:space="preserve">., secondo quanto disposto nei paragrafi </w:t>
      </w:r>
      <w:r w:rsidR="00445561" w:rsidRPr="00746F19">
        <w:rPr>
          <w:rFonts w:ascii="Yu Gothic UI" w:eastAsia="Yu Gothic UI" w:hAnsi="Yu Gothic UI"/>
          <w:sz w:val="16"/>
          <w:szCs w:val="16"/>
        </w:rPr>
        <w:t>1</w:t>
      </w:r>
      <w:r w:rsidR="008B1787" w:rsidRPr="00746F19">
        <w:rPr>
          <w:rFonts w:ascii="Yu Gothic UI" w:eastAsia="Yu Gothic UI" w:hAnsi="Yu Gothic UI"/>
          <w:sz w:val="16"/>
          <w:szCs w:val="16"/>
        </w:rPr>
        <w:t>4</w:t>
      </w:r>
      <w:r w:rsidR="00445561" w:rsidRPr="00746F19">
        <w:rPr>
          <w:rFonts w:ascii="Yu Gothic UI" w:eastAsia="Yu Gothic UI" w:hAnsi="Yu Gothic UI"/>
          <w:sz w:val="16"/>
          <w:szCs w:val="16"/>
        </w:rPr>
        <w:t>.3. e 1</w:t>
      </w:r>
      <w:r w:rsidR="008B1787" w:rsidRPr="00746F19">
        <w:rPr>
          <w:rFonts w:ascii="Yu Gothic UI" w:eastAsia="Yu Gothic UI" w:hAnsi="Yu Gothic UI"/>
          <w:sz w:val="16"/>
          <w:szCs w:val="16"/>
        </w:rPr>
        <w:t>4</w:t>
      </w:r>
      <w:r w:rsidR="00445561" w:rsidRPr="00746F19">
        <w:rPr>
          <w:rFonts w:ascii="Yu Gothic UI" w:eastAsia="Yu Gothic UI" w:hAnsi="Yu Gothic UI"/>
          <w:sz w:val="16"/>
          <w:szCs w:val="16"/>
        </w:rPr>
        <w:t>.5. del Bando.</w:t>
      </w:r>
    </w:p>
    <w:p w14:paraId="6A8B4932" w14:textId="7FF11E27" w:rsidR="00F07BF3" w:rsidRPr="00746F19" w:rsidRDefault="00BC7DD4" w:rsidP="00A82222">
      <w:pPr>
        <w:jc w:val="both"/>
        <w:rPr>
          <w:rFonts w:ascii="Yu Gothic UI" w:eastAsia="Yu Gothic UI" w:hAnsi="Yu Gothic UI"/>
          <w:b/>
          <w:bCs/>
          <w:sz w:val="16"/>
          <w:szCs w:val="16"/>
        </w:rPr>
      </w:pPr>
      <w:r w:rsidRPr="00746F19">
        <w:rPr>
          <w:rFonts w:ascii="Yu Gothic UI" w:eastAsia="Yu Gothic UI" w:hAnsi="Yu Gothic UI"/>
          <w:sz w:val="16"/>
          <w:szCs w:val="16"/>
        </w:rPr>
        <w:t xml:space="preserve">Ai fini della buona riuscita dell’istruttoria </w:t>
      </w:r>
      <w:r w:rsidR="0065252D" w:rsidRPr="00746F19">
        <w:rPr>
          <w:rFonts w:ascii="Yu Gothic UI" w:eastAsia="Yu Gothic UI" w:hAnsi="Yu Gothic UI"/>
          <w:sz w:val="16"/>
          <w:szCs w:val="16"/>
        </w:rPr>
        <w:t xml:space="preserve">si invitano i concorrenti a predisporre il progetto </w:t>
      </w:r>
      <w:r w:rsidR="0065252D" w:rsidRPr="00746F19">
        <w:rPr>
          <w:rFonts w:ascii="Yu Gothic UI" w:eastAsia="Yu Gothic UI" w:hAnsi="Yu Gothic UI"/>
          <w:b/>
          <w:bCs/>
          <w:sz w:val="16"/>
          <w:szCs w:val="16"/>
        </w:rPr>
        <w:t xml:space="preserve">senza superare complessivamente </w:t>
      </w:r>
      <w:r w:rsidR="00D75BEA" w:rsidRPr="00746F19">
        <w:rPr>
          <w:rFonts w:ascii="Yu Gothic UI" w:eastAsia="Yu Gothic UI" w:hAnsi="Yu Gothic UI"/>
          <w:b/>
          <w:bCs/>
          <w:sz w:val="16"/>
          <w:szCs w:val="16"/>
        </w:rPr>
        <w:t>7</w:t>
      </w:r>
      <w:r w:rsidR="0065252D" w:rsidRPr="00746F19">
        <w:rPr>
          <w:rFonts w:ascii="Yu Gothic UI" w:eastAsia="Yu Gothic UI" w:hAnsi="Yu Gothic UI"/>
          <w:b/>
          <w:bCs/>
          <w:sz w:val="16"/>
          <w:szCs w:val="16"/>
        </w:rPr>
        <w:t xml:space="preserve"> pagine, formato A4.</w:t>
      </w:r>
    </w:p>
    <w:p w14:paraId="4FB8C2A9" w14:textId="77777777" w:rsidR="00445561" w:rsidRPr="00746F19" w:rsidRDefault="00445561" w:rsidP="00A82222">
      <w:pPr>
        <w:jc w:val="both"/>
        <w:rPr>
          <w:rFonts w:ascii="Yu Gothic UI" w:eastAsia="Yu Gothic UI" w:hAnsi="Yu Gothic UI"/>
          <w:sz w:val="16"/>
          <w:szCs w:val="16"/>
        </w:rPr>
      </w:pPr>
    </w:p>
    <w:p w14:paraId="2E8AA221" w14:textId="5E89E10B" w:rsidR="00A409EB" w:rsidRPr="00746F19" w:rsidRDefault="00A409EB" w:rsidP="00A82222">
      <w:pPr>
        <w:jc w:val="both"/>
        <w:rPr>
          <w:rFonts w:ascii="Yu Gothic UI" w:eastAsia="Yu Gothic UI" w:hAnsi="Yu Gothic UI"/>
          <w:sz w:val="18"/>
          <w:szCs w:val="18"/>
        </w:rPr>
      </w:pPr>
      <w:r w:rsidRPr="00746F19">
        <w:rPr>
          <w:rFonts w:ascii="Yu Gothic UI" w:eastAsia="Yu Gothic UI" w:hAnsi="Yu Gothic UI"/>
          <w:sz w:val="18"/>
          <w:szCs w:val="18"/>
        </w:rPr>
        <w:t>CCUAA: _______________________________</w:t>
      </w:r>
    </w:p>
    <w:p w14:paraId="1EB37F7C" w14:textId="0F8C8197" w:rsidR="00A409EB" w:rsidRPr="00746F19" w:rsidRDefault="00A409EB" w:rsidP="00A82222">
      <w:pPr>
        <w:jc w:val="both"/>
        <w:rPr>
          <w:rFonts w:ascii="Yu Gothic UI" w:eastAsia="Yu Gothic UI" w:hAnsi="Yu Gothic UI"/>
          <w:sz w:val="18"/>
          <w:szCs w:val="18"/>
        </w:rPr>
      </w:pPr>
      <w:r w:rsidRPr="00746F19">
        <w:rPr>
          <w:rFonts w:ascii="Yu Gothic UI" w:eastAsia="Yu Gothic UI" w:hAnsi="Yu Gothic UI"/>
          <w:sz w:val="18"/>
          <w:szCs w:val="18"/>
        </w:rPr>
        <w:t>RAGIONE SOCIALE: _________________________</w:t>
      </w:r>
    </w:p>
    <w:p w14:paraId="1D932994" w14:textId="77777777" w:rsidR="00F375C7" w:rsidRPr="00746F19" w:rsidRDefault="00F375C7" w:rsidP="00BC31CC">
      <w:pPr>
        <w:rPr>
          <w:rFonts w:ascii="Yu Gothic UI" w:eastAsia="Yu Gothic UI" w:hAnsi="Yu Gothic UI"/>
          <w:sz w:val="18"/>
          <w:szCs w:val="18"/>
        </w:rPr>
      </w:pPr>
    </w:p>
    <w:p w14:paraId="0F9133B7" w14:textId="77777777" w:rsidR="00F375C7" w:rsidRPr="00746F19" w:rsidRDefault="00F375C7" w:rsidP="00BC31CC">
      <w:pPr>
        <w:rPr>
          <w:rFonts w:ascii="Yu Gothic UI" w:eastAsia="Yu Gothic UI" w:hAnsi="Yu Gothic UI"/>
          <w:b/>
          <w:bCs/>
          <w:sz w:val="18"/>
          <w:szCs w:val="18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3AAC" w:rsidRPr="00746F19" w14:paraId="3DEE4FF3" w14:textId="77777777" w:rsidTr="00AC5F5C">
        <w:tc>
          <w:tcPr>
            <w:tcW w:w="9628" w:type="dxa"/>
            <w:shd w:val="clear" w:color="auto" w:fill="D0D0CE" w:themeFill="background2"/>
          </w:tcPr>
          <w:p w14:paraId="6E6543FE" w14:textId="516B1D62" w:rsidR="00C93AAC" w:rsidRPr="00746F19" w:rsidRDefault="00C93AAC" w:rsidP="00C93AAC">
            <w:pPr>
              <w:rPr>
                <w:rFonts w:ascii="Yu Gothic UI" w:eastAsia="Yu Gothic UI" w:hAnsi="Yu Gothic UI"/>
                <w:b/>
                <w:bCs/>
                <w:sz w:val="18"/>
                <w:szCs w:val="18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8"/>
                <w:szCs w:val="18"/>
              </w:rPr>
              <w:t>TITOLO E ACRONIMO DEL PROGETTO</w:t>
            </w:r>
          </w:p>
        </w:tc>
      </w:tr>
      <w:tr w:rsidR="00C93AAC" w:rsidRPr="00746F19" w14:paraId="4C13DBDD" w14:textId="77777777" w:rsidTr="00C93AAC">
        <w:tc>
          <w:tcPr>
            <w:tcW w:w="9628" w:type="dxa"/>
          </w:tcPr>
          <w:p w14:paraId="23095598" w14:textId="77777777" w:rsidR="00C93AAC" w:rsidRPr="00746F19" w:rsidRDefault="00C93AAC" w:rsidP="00BC31CC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</w:p>
          <w:p w14:paraId="7A7DEDAC" w14:textId="77777777" w:rsidR="00C93AAC" w:rsidRPr="00746F19" w:rsidRDefault="00C93AAC" w:rsidP="00BC31CC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</w:p>
        </w:tc>
      </w:tr>
    </w:tbl>
    <w:p w14:paraId="5221A340" w14:textId="7FC072B8" w:rsidR="00DA0747" w:rsidRPr="00746F19" w:rsidRDefault="00DA0747" w:rsidP="00C93AAC">
      <w:pPr>
        <w:rPr>
          <w:rFonts w:ascii="Yu Gothic UI" w:eastAsia="Yu Gothic UI" w:hAnsi="Yu Gothic UI"/>
          <w:b/>
          <w:bCs/>
          <w:sz w:val="16"/>
          <w:szCs w:val="16"/>
        </w:rPr>
      </w:pPr>
    </w:p>
    <w:p w14:paraId="6D7A3758" w14:textId="77777777" w:rsidR="00DA0747" w:rsidRPr="00746F19" w:rsidRDefault="00DA0747" w:rsidP="00C93AAC">
      <w:pPr>
        <w:rPr>
          <w:rFonts w:ascii="Yu Gothic UI" w:eastAsia="Yu Gothic UI" w:hAnsi="Yu Gothic UI"/>
          <w:b/>
          <w:b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407"/>
      </w:tblGrid>
      <w:tr w:rsidR="00DA0747" w:rsidRPr="00746F19" w14:paraId="42F66871" w14:textId="77777777" w:rsidTr="00961CE8">
        <w:tc>
          <w:tcPr>
            <w:tcW w:w="9628" w:type="dxa"/>
            <w:gridSpan w:val="4"/>
            <w:shd w:val="clear" w:color="auto" w:fill="D0D0CE" w:themeFill="background2"/>
          </w:tcPr>
          <w:p w14:paraId="4033073C" w14:textId="77777777" w:rsidR="00DA0747" w:rsidRPr="00746F19" w:rsidRDefault="003319C7" w:rsidP="00961CE8">
            <w:pPr>
              <w:rPr>
                <w:rFonts w:ascii="Yu Gothic UI" w:eastAsia="Yu Gothic UI" w:hAnsi="Yu Gothic UI"/>
                <w:b/>
                <w:bCs/>
                <w:sz w:val="18"/>
                <w:szCs w:val="18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8"/>
                <w:szCs w:val="18"/>
              </w:rPr>
              <w:t>FASI DI REALIZZAZIONE DEL PROGETTO E INDICAZIONE DEL RESPONSABILE E DEL PERSONALE</w:t>
            </w:r>
          </w:p>
          <w:p w14:paraId="7F60E321" w14:textId="4C18A2DD" w:rsidR="00427D85" w:rsidRPr="00746F19" w:rsidRDefault="0017675B" w:rsidP="0017675B">
            <w:pPr>
              <w:rPr>
                <w:rFonts w:ascii="Yu Gothic UI" w:eastAsia="Yu Gothic UI" w:hAnsi="Yu Gothic UI"/>
                <w:i/>
                <w:iCs/>
                <w:sz w:val="18"/>
                <w:szCs w:val="18"/>
              </w:rPr>
            </w:pPr>
            <w:r w:rsidRPr="00746F19">
              <w:rPr>
                <w:rFonts w:ascii="Yu Gothic UI" w:eastAsia="Yu Gothic UI" w:hAnsi="Yu Gothic UI"/>
                <w:i/>
                <w:iCs/>
                <w:sz w:val="18"/>
                <w:szCs w:val="18"/>
              </w:rPr>
              <w:t>Ai sensi del paragrafo 5.1. del Bando, il progetto deve prevedere le figure di: coordinatore scientifico, responsabile di progetto che ne garantisca il regolare e corretto svolgimento, referente amministrativo. I ruoli di coordinatore scientifico e di responsabile di progetto possono essere svolti dalla stessa persona.</w:t>
            </w:r>
          </w:p>
        </w:tc>
      </w:tr>
      <w:tr w:rsidR="00051CEA" w:rsidRPr="00746F19" w14:paraId="5B9AF2B3" w14:textId="77777777" w:rsidTr="00B331A3">
        <w:tc>
          <w:tcPr>
            <w:tcW w:w="2407" w:type="dxa"/>
            <w:shd w:val="clear" w:color="auto" w:fill="F2F2F2" w:themeFill="background1" w:themeFillShade="F2"/>
          </w:tcPr>
          <w:p w14:paraId="6C5CC694" w14:textId="75A3B134" w:rsidR="00051CEA" w:rsidRPr="00746F19" w:rsidRDefault="00051CEA" w:rsidP="00961CE8">
            <w:pPr>
              <w:rPr>
                <w:rFonts w:ascii="Yu Gothic UI" w:eastAsia="Yu Gothic UI" w:hAnsi="Yu Gothic UI"/>
                <w:b/>
                <w:bCs/>
                <w:sz w:val="18"/>
                <w:szCs w:val="18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8"/>
                <w:szCs w:val="18"/>
              </w:rPr>
              <w:t>Numero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3E3AFB60" w14:textId="7E42D13F" w:rsidR="00051CEA" w:rsidRPr="00746F19" w:rsidRDefault="00051CEA" w:rsidP="00961CE8">
            <w:pPr>
              <w:rPr>
                <w:rFonts w:ascii="Yu Gothic UI" w:eastAsia="Yu Gothic UI" w:hAnsi="Yu Gothic UI"/>
                <w:b/>
                <w:bCs/>
                <w:sz w:val="18"/>
                <w:szCs w:val="18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8"/>
                <w:szCs w:val="18"/>
              </w:rPr>
              <w:t>Fase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77CA6305" w14:textId="1F74A494" w:rsidR="00051CEA" w:rsidRPr="00746F19" w:rsidRDefault="00051CEA" w:rsidP="00961CE8">
            <w:pPr>
              <w:rPr>
                <w:rFonts w:ascii="Yu Gothic UI" w:eastAsia="Yu Gothic UI" w:hAnsi="Yu Gothic UI"/>
                <w:b/>
                <w:bCs/>
                <w:sz w:val="18"/>
                <w:szCs w:val="18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8"/>
                <w:szCs w:val="18"/>
              </w:rPr>
              <w:t xml:space="preserve">Responsabile azione </w:t>
            </w:r>
            <w:r w:rsidR="00B331A3" w:rsidRPr="00746F19">
              <w:rPr>
                <w:rFonts w:ascii="Yu Gothic UI" w:eastAsia="Yu Gothic UI" w:hAnsi="Yu Gothic UI"/>
                <w:b/>
                <w:bCs/>
                <w:sz w:val="18"/>
                <w:szCs w:val="18"/>
              </w:rPr>
              <w:t>e ente</w:t>
            </w:r>
          </w:p>
        </w:tc>
        <w:tc>
          <w:tcPr>
            <w:tcW w:w="2407" w:type="dxa"/>
            <w:shd w:val="clear" w:color="auto" w:fill="F2F2F2" w:themeFill="background1" w:themeFillShade="F2"/>
          </w:tcPr>
          <w:p w14:paraId="3188791C" w14:textId="7338D3E4" w:rsidR="00051CEA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8"/>
                <w:szCs w:val="18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8"/>
                <w:szCs w:val="18"/>
              </w:rPr>
              <w:t>Personale coinvolto</w:t>
            </w:r>
          </w:p>
        </w:tc>
      </w:tr>
      <w:tr w:rsidR="00B331A3" w:rsidRPr="00746F19" w14:paraId="3CD146AA" w14:textId="77777777" w:rsidTr="00B331A3">
        <w:tc>
          <w:tcPr>
            <w:tcW w:w="2407" w:type="dxa"/>
            <w:shd w:val="clear" w:color="auto" w:fill="FFFFFF" w:themeFill="background1"/>
          </w:tcPr>
          <w:p w14:paraId="0C4C57E8" w14:textId="13686420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2407" w:type="dxa"/>
            <w:shd w:val="clear" w:color="auto" w:fill="FFFFFF" w:themeFill="background1"/>
          </w:tcPr>
          <w:p w14:paraId="67D51D8B" w14:textId="7C566A4C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6"/>
                <w:szCs w:val="16"/>
              </w:rPr>
              <w:t>…</w:t>
            </w:r>
            <w:r w:rsidR="00AF744A" w:rsidRPr="00746F19">
              <w:rPr>
                <w:rFonts w:ascii="Yu Gothic UI" w:eastAsia="Yu Gothic UI" w:hAnsi="Yu Gothic UI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2407" w:type="dxa"/>
            <w:shd w:val="clear" w:color="auto" w:fill="FFFFFF" w:themeFill="background1"/>
          </w:tcPr>
          <w:p w14:paraId="75DB5B86" w14:textId="77777777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7B531172" w14:textId="77777777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</w:p>
        </w:tc>
      </w:tr>
      <w:tr w:rsidR="00B331A3" w:rsidRPr="00746F19" w14:paraId="571F6208" w14:textId="77777777" w:rsidTr="00B331A3">
        <w:tc>
          <w:tcPr>
            <w:tcW w:w="2407" w:type="dxa"/>
            <w:shd w:val="clear" w:color="auto" w:fill="FFFFFF" w:themeFill="background1"/>
          </w:tcPr>
          <w:p w14:paraId="09999DC0" w14:textId="65E0053B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2407" w:type="dxa"/>
            <w:shd w:val="clear" w:color="auto" w:fill="FFFFFF" w:themeFill="background1"/>
          </w:tcPr>
          <w:p w14:paraId="654574A9" w14:textId="10346EE5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6"/>
                <w:szCs w:val="16"/>
              </w:rPr>
              <w:t>….</w:t>
            </w:r>
          </w:p>
        </w:tc>
        <w:tc>
          <w:tcPr>
            <w:tcW w:w="2407" w:type="dxa"/>
            <w:shd w:val="clear" w:color="auto" w:fill="FFFFFF" w:themeFill="background1"/>
          </w:tcPr>
          <w:p w14:paraId="34997427" w14:textId="77777777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7E09C033" w14:textId="77777777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</w:p>
        </w:tc>
      </w:tr>
      <w:tr w:rsidR="00B331A3" w:rsidRPr="00746F19" w14:paraId="704B17DF" w14:textId="77777777" w:rsidTr="00B331A3">
        <w:tc>
          <w:tcPr>
            <w:tcW w:w="2407" w:type="dxa"/>
            <w:shd w:val="clear" w:color="auto" w:fill="FFFFFF" w:themeFill="background1"/>
          </w:tcPr>
          <w:p w14:paraId="5DBEF8DD" w14:textId="6FB482E2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6"/>
                <w:szCs w:val="16"/>
              </w:rPr>
              <w:t>….</w:t>
            </w:r>
          </w:p>
        </w:tc>
        <w:tc>
          <w:tcPr>
            <w:tcW w:w="2407" w:type="dxa"/>
            <w:shd w:val="clear" w:color="auto" w:fill="FFFFFF" w:themeFill="background1"/>
          </w:tcPr>
          <w:p w14:paraId="025E0BEF" w14:textId="0C8D31F2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  <w:r w:rsidRPr="00746F19">
              <w:rPr>
                <w:rFonts w:ascii="Yu Gothic UI" w:eastAsia="Yu Gothic UI" w:hAnsi="Yu Gothic UI"/>
                <w:b/>
                <w:bCs/>
                <w:sz w:val="16"/>
                <w:szCs w:val="16"/>
              </w:rPr>
              <w:t>….</w:t>
            </w:r>
          </w:p>
        </w:tc>
        <w:tc>
          <w:tcPr>
            <w:tcW w:w="2407" w:type="dxa"/>
            <w:shd w:val="clear" w:color="auto" w:fill="FFFFFF" w:themeFill="background1"/>
          </w:tcPr>
          <w:p w14:paraId="6CFC7489" w14:textId="77777777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</w:p>
        </w:tc>
        <w:tc>
          <w:tcPr>
            <w:tcW w:w="2407" w:type="dxa"/>
            <w:shd w:val="clear" w:color="auto" w:fill="FFFFFF" w:themeFill="background1"/>
          </w:tcPr>
          <w:p w14:paraId="2C0FAC20" w14:textId="77777777" w:rsidR="00B331A3" w:rsidRPr="00746F19" w:rsidRDefault="00B331A3" w:rsidP="00961CE8">
            <w:pPr>
              <w:rPr>
                <w:rFonts w:ascii="Yu Gothic UI" w:eastAsia="Yu Gothic UI" w:hAnsi="Yu Gothic UI"/>
                <w:b/>
                <w:bCs/>
                <w:sz w:val="16"/>
                <w:szCs w:val="16"/>
              </w:rPr>
            </w:pPr>
          </w:p>
        </w:tc>
      </w:tr>
    </w:tbl>
    <w:p w14:paraId="01C16C4A" w14:textId="77777777" w:rsidR="00DA0747" w:rsidRPr="00746F19" w:rsidRDefault="00DA0747" w:rsidP="00C93AAC">
      <w:pPr>
        <w:rPr>
          <w:rFonts w:ascii="Yu Gothic UI" w:eastAsia="Yu Gothic UI" w:hAnsi="Yu Gothic UI"/>
          <w:b/>
          <w:bCs/>
          <w:sz w:val="16"/>
          <w:szCs w:val="16"/>
        </w:rPr>
      </w:pPr>
    </w:p>
    <w:p w14:paraId="55158BA5" w14:textId="77777777" w:rsidR="00923E0B" w:rsidRPr="00746F19" w:rsidRDefault="00923E0B" w:rsidP="00C93AAC">
      <w:pPr>
        <w:rPr>
          <w:rFonts w:ascii="Yu Gothic UI" w:eastAsia="Yu Gothic UI" w:hAnsi="Yu Gothic UI"/>
          <w:b/>
          <w:bCs/>
          <w:sz w:val="16"/>
          <w:szCs w:val="16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C93AAC" w:rsidRPr="00746F19" w14:paraId="12C92799" w14:textId="77777777" w:rsidTr="00A8001A">
        <w:trPr>
          <w:trHeight w:val="307"/>
        </w:trPr>
        <w:tc>
          <w:tcPr>
            <w:tcW w:w="9628" w:type="dxa"/>
            <w:shd w:val="clear" w:color="auto" w:fill="D0D0CE" w:themeFill="background2"/>
          </w:tcPr>
          <w:p w14:paraId="0B59E594" w14:textId="6403F258" w:rsidR="00C93AAC" w:rsidRPr="00746F19" w:rsidRDefault="00C93AAC" w:rsidP="00A8001A">
            <w:pPr>
              <w:jc w:val="center"/>
              <w:rPr>
                <w:rFonts w:ascii="Yu Gothic UI" w:eastAsia="Yu Gothic UI" w:hAnsi="Yu Gothic UI"/>
                <w:b/>
                <w:bCs/>
                <w:sz w:val="18"/>
                <w:szCs w:val="18"/>
                <w:highlight w:val="yellow"/>
              </w:rPr>
            </w:pPr>
            <w:r w:rsidRPr="00A8001A">
              <w:rPr>
                <w:rFonts w:ascii="Yu Gothic UI" w:eastAsia="Yu Gothic UI" w:hAnsi="Yu Gothic UI"/>
                <w:b/>
                <w:bCs/>
                <w:sz w:val="18"/>
                <w:szCs w:val="18"/>
              </w:rPr>
              <w:t>QUALITA’ DEL PROGETTO</w:t>
            </w:r>
          </w:p>
        </w:tc>
      </w:tr>
      <w:tr w:rsidR="00923E0B" w:rsidRPr="00746F19" w14:paraId="1FEE3AB7" w14:textId="77777777" w:rsidTr="00A8001A">
        <w:trPr>
          <w:trHeight w:val="127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3F078E63" w14:textId="63837B87" w:rsidR="00923E0B" w:rsidRPr="00746F19" w:rsidRDefault="00923E0B" w:rsidP="00923E0B">
            <w:pPr>
              <w:widowControl/>
              <w:autoSpaceDE/>
              <w:autoSpaceDN/>
              <w:spacing w:line="259" w:lineRule="auto"/>
              <w:jc w:val="both"/>
              <w:rPr>
                <w:rFonts w:ascii="Yu Gothic UI" w:eastAsia="Yu Gothic UI" w:hAnsi="Yu Gothic UI"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1.1 Indicazione del contesto, delle conoscenze già acquisite e dei bisogni informativi</w:t>
            </w:r>
          </w:p>
        </w:tc>
      </w:tr>
      <w:tr w:rsidR="00923E0B" w:rsidRPr="00746F19" w14:paraId="38B76713" w14:textId="77777777" w:rsidTr="00A8001A">
        <w:trPr>
          <w:trHeight w:val="1134"/>
        </w:trPr>
        <w:tc>
          <w:tcPr>
            <w:tcW w:w="9628" w:type="dxa"/>
          </w:tcPr>
          <w:p w14:paraId="304741E3" w14:textId="4626C8AD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</w:tc>
      </w:tr>
      <w:tr w:rsidR="00923E0B" w:rsidRPr="00746F19" w14:paraId="3D0ABD6D" w14:textId="77777777" w:rsidTr="00A8001A">
        <w:trPr>
          <w:trHeight w:val="191"/>
        </w:trPr>
        <w:tc>
          <w:tcPr>
            <w:tcW w:w="9628" w:type="dxa"/>
            <w:shd w:val="clear" w:color="auto" w:fill="F2F2F2" w:themeFill="background1" w:themeFillShade="F2"/>
          </w:tcPr>
          <w:p w14:paraId="6271A66E" w14:textId="265DD334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1.2 Definizione degli obiettivi specifici di progetto e delle caratteristiche dei destinatari</w:t>
            </w:r>
          </w:p>
        </w:tc>
      </w:tr>
      <w:tr w:rsidR="00923E0B" w:rsidRPr="00746F19" w14:paraId="6D0075F5" w14:textId="77777777" w:rsidTr="00A8001A">
        <w:trPr>
          <w:trHeight w:val="1134"/>
        </w:trPr>
        <w:tc>
          <w:tcPr>
            <w:tcW w:w="9628" w:type="dxa"/>
          </w:tcPr>
          <w:p w14:paraId="21CA67E5" w14:textId="77777777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</w:tc>
      </w:tr>
      <w:tr w:rsidR="00923E0B" w:rsidRPr="00746F19" w14:paraId="6997CE88" w14:textId="77777777" w:rsidTr="00A8001A">
        <w:trPr>
          <w:trHeight w:val="63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236B61E8" w14:textId="178248CC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1.3 Definizione delle fasi e delle azioni progettuali</w:t>
            </w:r>
          </w:p>
        </w:tc>
      </w:tr>
      <w:tr w:rsidR="00923E0B" w:rsidRPr="00746F19" w14:paraId="1C9A1984" w14:textId="77777777" w:rsidTr="00A8001A">
        <w:trPr>
          <w:trHeight w:val="1134"/>
        </w:trPr>
        <w:tc>
          <w:tcPr>
            <w:tcW w:w="9628" w:type="dxa"/>
            <w:vAlign w:val="center"/>
          </w:tcPr>
          <w:p w14:paraId="4C02A5A9" w14:textId="77777777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sz w:val="18"/>
                <w:szCs w:val="18"/>
                <w:lang w:eastAsia="it-IT"/>
              </w:rPr>
            </w:pPr>
          </w:p>
        </w:tc>
      </w:tr>
      <w:tr w:rsidR="00923E0B" w:rsidRPr="00746F19" w14:paraId="6DCD1937" w14:textId="77777777" w:rsidTr="00A8001A">
        <w:trPr>
          <w:trHeight w:val="12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13C0FD96" w14:textId="134CB4E1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1.4 Impatto del percorso informativo</w:t>
            </w:r>
          </w:p>
        </w:tc>
      </w:tr>
      <w:tr w:rsidR="00923E0B" w:rsidRPr="00746F19" w14:paraId="387AF600" w14:textId="77777777" w:rsidTr="00A8001A">
        <w:trPr>
          <w:trHeight w:val="1134"/>
        </w:trPr>
        <w:tc>
          <w:tcPr>
            <w:tcW w:w="9628" w:type="dxa"/>
            <w:vAlign w:val="center"/>
          </w:tcPr>
          <w:p w14:paraId="2A9886E0" w14:textId="77777777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sz w:val="18"/>
                <w:szCs w:val="18"/>
                <w:lang w:eastAsia="it-IT"/>
              </w:rPr>
            </w:pPr>
          </w:p>
        </w:tc>
      </w:tr>
      <w:tr w:rsidR="00923E0B" w:rsidRPr="00746F19" w14:paraId="74C18724" w14:textId="77777777" w:rsidTr="00A8001A">
        <w:trPr>
          <w:trHeight w:val="70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40CC32B1" w14:textId="44968407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lastRenderedPageBreak/>
              <w:t>1.5 Definizione degli indicatori di monitoraggio e di risultato</w:t>
            </w:r>
          </w:p>
        </w:tc>
      </w:tr>
      <w:tr w:rsidR="00923E0B" w:rsidRPr="00746F19" w14:paraId="6A81725F" w14:textId="77777777" w:rsidTr="00A8001A">
        <w:trPr>
          <w:trHeight w:val="1134"/>
        </w:trPr>
        <w:tc>
          <w:tcPr>
            <w:tcW w:w="9628" w:type="dxa"/>
            <w:vAlign w:val="center"/>
          </w:tcPr>
          <w:p w14:paraId="7DDB8B71" w14:textId="77777777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sz w:val="18"/>
                <w:szCs w:val="18"/>
                <w:lang w:eastAsia="it-IT"/>
              </w:rPr>
            </w:pPr>
          </w:p>
        </w:tc>
      </w:tr>
      <w:tr w:rsidR="00923E0B" w:rsidRPr="00746F19" w14:paraId="06790A71" w14:textId="77777777" w:rsidTr="00A8001A">
        <w:trPr>
          <w:trHeight w:val="63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670D5B6B" w14:textId="0A4CF4E2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1.6 Disponibilità delle attrezzature e strutture necessarie alla realizzazione delle attività progettuali previste</w:t>
            </w:r>
          </w:p>
        </w:tc>
      </w:tr>
      <w:tr w:rsidR="00923E0B" w:rsidRPr="00746F19" w14:paraId="065C39CF" w14:textId="77777777" w:rsidTr="00A8001A">
        <w:trPr>
          <w:trHeight w:val="1134"/>
        </w:trPr>
        <w:tc>
          <w:tcPr>
            <w:tcW w:w="9628" w:type="dxa"/>
            <w:vAlign w:val="center"/>
          </w:tcPr>
          <w:p w14:paraId="3C7F9AA3" w14:textId="77777777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sz w:val="18"/>
                <w:szCs w:val="18"/>
                <w:lang w:eastAsia="it-IT"/>
              </w:rPr>
            </w:pPr>
          </w:p>
        </w:tc>
      </w:tr>
      <w:tr w:rsidR="00923E0B" w:rsidRPr="00746F19" w14:paraId="3DFAC4B4" w14:textId="77777777" w:rsidTr="00A8001A">
        <w:trPr>
          <w:trHeight w:val="63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1BBD0879" w14:textId="77D7CD9C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1.7 Sostenibilità temporale dei risultati</w:t>
            </w:r>
          </w:p>
        </w:tc>
      </w:tr>
      <w:tr w:rsidR="00923E0B" w:rsidRPr="00746F19" w14:paraId="10836757" w14:textId="77777777" w:rsidTr="00A8001A">
        <w:trPr>
          <w:trHeight w:val="1134"/>
        </w:trPr>
        <w:tc>
          <w:tcPr>
            <w:tcW w:w="9628" w:type="dxa"/>
            <w:vAlign w:val="center"/>
          </w:tcPr>
          <w:p w14:paraId="14014A13" w14:textId="77777777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sz w:val="18"/>
                <w:szCs w:val="18"/>
                <w:lang w:eastAsia="it-IT"/>
              </w:rPr>
            </w:pPr>
          </w:p>
        </w:tc>
      </w:tr>
      <w:tr w:rsidR="00923E0B" w:rsidRPr="00746F19" w14:paraId="00C23F92" w14:textId="77777777" w:rsidTr="00A8001A">
        <w:trPr>
          <w:trHeight w:val="75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0827FA84" w14:textId="3BBDA5FB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1.8 Rilevanza della tematica in relazione al contesto e ai bisogni informativi</w:t>
            </w:r>
          </w:p>
        </w:tc>
      </w:tr>
      <w:tr w:rsidR="00923E0B" w:rsidRPr="00746F19" w14:paraId="26E7B870" w14:textId="77777777" w:rsidTr="00A8001A">
        <w:trPr>
          <w:trHeight w:val="1134"/>
        </w:trPr>
        <w:tc>
          <w:tcPr>
            <w:tcW w:w="9628" w:type="dxa"/>
            <w:vAlign w:val="center"/>
          </w:tcPr>
          <w:p w14:paraId="1707F251" w14:textId="77777777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sz w:val="18"/>
                <w:szCs w:val="18"/>
                <w:lang w:eastAsia="it-IT"/>
              </w:rPr>
            </w:pPr>
          </w:p>
        </w:tc>
      </w:tr>
      <w:tr w:rsidR="00923E0B" w:rsidRPr="00746F19" w14:paraId="2E648230" w14:textId="77777777" w:rsidTr="00A8001A">
        <w:trPr>
          <w:trHeight w:val="309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2EE8A73C" w14:textId="25375D21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 xml:space="preserve">1.9 </w:t>
            </w:r>
            <w:r w:rsidR="001F21D0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 xml:space="preserve">Breve descrizione </w:t>
            </w: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del budget in relazione alle azioni, alle risorse di personale, all’ampiezza del target e alla concretezza del progetto</w:t>
            </w:r>
          </w:p>
        </w:tc>
      </w:tr>
      <w:tr w:rsidR="00923E0B" w:rsidRPr="00746F19" w14:paraId="051E1134" w14:textId="77777777" w:rsidTr="00A8001A">
        <w:trPr>
          <w:trHeight w:val="1134"/>
        </w:trPr>
        <w:tc>
          <w:tcPr>
            <w:tcW w:w="9628" w:type="dxa"/>
            <w:vAlign w:val="center"/>
          </w:tcPr>
          <w:p w14:paraId="3D79CF9A" w14:textId="77777777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sz w:val="18"/>
                <w:szCs w:val="18"/>
                <w:lang w:eastAsia="it-IT"/>
              </w:rPr>
            </w:pPr>
          </w:p>
        </w:tc>
      </w:tr>
      <w:tr w:rsidR="00923E0B" w:rsidRPr="00746F19" w14:paraId="06169B4E" w14:textId="77777777" w:rsidTr="00A8001A">
        <w:trPr>
          <w:trHeight w:val="63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1FEA99AF" w14:textId="01FC6550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 xml:space="preserve">1.10 </w:t>
            </w:r>
            <w:r w:rsidR="001F21D0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Sintesi del progetto che ne evidenzi la logica progettuale</w:t>
            </w:r>
          </w:p>
        </w:tc>
      </w:tr>
      <w:tr w:rsidR="00923E0B" w:rsidRPr="00746F19" w14:paraId="2679D49B" w14:textId="77777777" w:rsidTr="00A8001A">
        <w:trPr>
          <w:trHeight w:val="1134"/>
        </w:trPr>
        <w:tc>
          <w:tcPr>
            <w:tcW w:w="9628" w:type="dxa"/>
          </w:tcPr>
          <w:p w14:paraId="5D191650" w14:textId="77777777" w:rsidR="00923E0B" w:rsidRPr="00746F19" w:rsidRDefault="00923E0B" w:rsidP="00923E0B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</w:tc>
      </w:tr>
      <w:tr w:rsidR="002B5F60" w:rsidRPr="00746F19" w14:paraId="6E4222E0" w14:textId="77777777" w:rsidTr="00A8001A">
        <w:trPr>
          <w:trHeight w:val="63"/>
        </w:trPr>
        <w:tc>
          <w:tcPr>
            <w:tcW w:w="9628" w:type="dxa"/>
            <w:shd w:val="clear" w:color="auto" w:fill="BCBCB9" w:themeFill="background2" w:themeFillShade="E6"/>
          </w:tcPr>
          <w:p w14:paraId="1FED50D1" w14:textId="348D7D59" w:rsidR="002B5F60" w:rsidRPr="00932813" w:rsidRDefault="002B5F60" w:rsidP="00A8001A">
            <w:pPr>
              <w:jc w:val="center"/>
              <w:rPr>
                <w:rFonts w:ascii="Yu Gothic UI" w:eastAsia="Yu Gothic UI" w:hAnsi="Yu Gothic UI"/>
                <w:b/>
                <w:bCs/>
                <w:sz w:val="18"/>
                <w:szCs w:val="18"/>
                <w:highlight w:val="yellow"/>
              </w:rPr>
            </w:pPr>
            <w:r w:rsidRPr="00932813">
              <w:rPr>
                <w:rFonts w:ascii="Yu Gothic UI" w:eastAsia="Yu Gothic UI" w:hAnsi="Yu Gothic UI"/>
                <w:b/>
                <w:bCs/>
                <w:sz w:val="18"/>
                <w:szCs w:val="18"/>
              </w:rPr>
              <w:t>QUALITA’ DEL TEAM DI PROGETTO</w:t>
            </w:r>
            <w:r w:rsidR="00DA0747" w:rsidRPr="00932813">
              <w:rPr>
                <w:rStyle w:val="Rimandonotaapidipagina"/>
                <w:rFonts w:ascii="Yu Gothic UI" w:eastAsia="Yu Gothic UI" w:hAnsi="Yu Gothic UI"/>
                <w:b/>
                <w:bCs/>
                <w:sz w:val="18"/>
                <w:szCs w:val="18"/>
              </w:rPr>
              <w:footnoteReference w:id="2"/>
            </w:r>
          </w:p>
        </w:tc>
      </w:tr>
      <w:tr w:rsidR="002B5F60" w:rsidRPr="00746F19" w14:paraId="281768ED" w14:textId="77777777" w:rsidTr="00A8001A">
        <w:trPr>
          <w:trHeight w:val="132"/>
        </w:trPr>
        <w:tc>
          <w:tcPr>
            <w:tcW w:w="9628" w:type="dxa"/>
            <w:shd w:val="clear" w:color="auto" w:fill="F2F2F2" w:themeFill="background1" w:themeFillShade="F2"/>
            <w:vAlign w:val="center"/>
          </w:tcPr>
          <w:p w14:paraId="7A40EED5" w14:textId="5E6CAEC1" w:rsidR="002B5F60" w:rsidRPr="00746F19" w:rsidRDefault="00FA5726" w:rsidP="00746F19">
            <w:pPr>
              <w:rPr>
                <w:rFonts w:ascii="Yu Gothic UI" w:eastAsia="Yu Gothic UI" w:hAnsi="Yu Gothic UI"/>
                <w:i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 xml:space="preserve">2.1 </w:t>
            </w:r>
            <w:r w:rsidR="001F21D0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Descrivere la p</w:t>
            </w: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artecipazione del richiedente o di partner del team in altri progetti o iniziative su finanziamenti europei, nazionali o regionali su temi attinenti al progetto presentato, ad eccezione dell’operazione 1.2.01 del PSR 2014-2022.</w:t>
            </w:r>
          </w:p>
        </w:tc>
      </w:tr>
      <w:tr w:rsidR="002B5F60" w:rsidRPr="00746F19" w14:paraId="0290643E" w14:textId="77777777" w:rsidTr="00A8001A">
        <w:trPr>
          <w:trHeight w:val="63"/>
        </w:trPr>
        <w:tc>
          <w:tcPr>
            <w:tcW w:w="9628" w:type="dxa"/>
          </w:tcPr>
          <w:p w14:paraId="25211634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  <w:p w14:paraId="015D9506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  <w:p w14:paraId="7E2AA945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  <w:p w14:paraId="45ACAEB5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  <w:p w14:paraId="0CB737B0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  <w:p w14:paraId="6BE01DEC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  <w:p w14:paraId="0FE8CF6A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  <w:p w14:paraId="7169BF8A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  <w:p w14:paraId="00E60D85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  <w:p w14:paraId="14A14883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  <w:p w14:paraId="0A678EFA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  <w:p w14:paraId="41E4D371" w14:textId="77777777" w:rsidR="002B5F60" w:rsidRPr="00746F19" w:rsidRDefault="002B5F60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</w:tc>
      </w:tr>
      <w:tr w:rsidR="00FA5726" w:rsidRPr="00746F19" w14:paraId="6ABF77D3" w14:textId="77777777" w:rsidTr="00A8001A">
        <w:trPr>
          <w:trHeight w:val="577"/>
        </w:trPr>
        <w:tc>
          <w:tcPr>
            <w:tcW w:w="9628" w:type="dxa"/>
            <w:shd w:val="clear" w:color="auto" w:fill="F2F2F2" w:themeFill="background1" w:themeFillShade="F2"/>
          </w:tcPr>
          <w:p w14:paraId="46FCC933" w14:textId="78713442" w:rsidR="00FA5726" w:rsidRPr="00746F19" w:rsidRDefault="00FA5726" w:rsidP="001F21D0">
            <w:pPr>
              <w:shd w:val="clear" w:color="auto" w:fill="F2F2F2" w:themeFill="background1" w:themeFillShade="F2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  <w:lastRenderedPageBreak/>
              <w:t xml:space="preserve">2.2 </w:t>
            </w:r>
            <w:r w:rsidR="001F21D0"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  <w:t xml:space="preserve">Descrizione </w:t>
            </w: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delle professionalità coinvolte in relazione agli obiettivi del progetto</w:t>
            </w:r>
            <w:r w:rsidR="001F21D0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, della v</w:t>
            </w: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erifica del curriculum e dell’esperienza da parte del team sulla tematica proposta</w:t>
            </w:r>
          </w:p>
        </w:tc>
      </w:tr>
      <w:tr w:rsidR="00FA5726" w:rsidRPr="00746F19" w14:paraId="517294B1" w14:textId="77777777" w:rsidTr="00A8001A">
        <w:trPr>
          <w:trHeight w:val="1134"/>
        </w:trPr>
        <w:tc>
          <w:tcPr>
            <w:tcW w:w="9628" w:type="dxa"/>
          </w:tcPr>
          <w:p w14:paraId="6816E596" w14:textId="77777777" w:rsidR="00FA5726" w:rsidRPr="00746F19" w:rsidRDefault="00FA5726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</w:tc>
      </w:tr>
      <w:tr w:rsidR="00FA5726" w:rsidRPr="00746F19" w14:paraId="139EA44C" w14:textId="77777777" w:rsidTr="00A8001A">
        <w:trPr>
          <w:trHeight w:val="205"/>
        </w:trPr>
        <w:tc>
          <w:tcPr>
            <w:tcW w:w="9628" w:type="dxa"/>
            <w:shd w:val="clear" w:color="auto" w:fill="F2F2F2" w:themeFill="background1" w:themeFillShade="F2"/>
          </w:tcPr>
          <w:p w14:paraId="1E829BC5" w14:textId="3AD3B937" w:rsidR="00FA5726" w:rsidRPr="00746F19" w:rsidRDefault="00FA5726" w:rsidP="00746F19">
            <w:pPr>
              <w:shd w:val="clear" w:color="auto" w:fill="F2F2F2" w:themeFill="background1" w:themeFillShade="F2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  <w:r w:rsidRPr="00746F19"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  <w:t xml:space="preserve">2.3 </w:t>
            </w:r>
            <w:r w:rsidRPr="00746F19">
              <w:rPr>
                <w:rFonts w:ascii="Yu Gothic UI" w:eastAsia="Yu Gothic UI" w:hAnsi="Yu Gothic UI"/>
                <w:sz w:val="18"/>
                <w:szCs w:val="18"/>
                <w:lang w:eastAsia="it-IT"/>
              </w:rPr>
              <w:t>Partecipazione del richiedente o di partner del team ad altre operazioni/interventi di diffusione o informazione (1.2.01) finanziati sul PSR 2014-2022.</w:t>
            </w:r>
          </w:p>
        </w:tc>
      </w:tr>
      <w:tr w:rsidR="00FA5726" w:rsidRPr="00746F19" w14:paraId="3E09337A" w14:textId="77777777" w:rsidTr="00A8001A">
        <w:trPr>
          <w:trHeight w:val="1134"/>
        </w:trPr>
        <w:tc>
          <w:tcPr>
            <w:tcW w:w="9628" w:type="dxa"/>
          </w:tcPr>
          <w:p w14:paraId="3B36BD4E" w14:textId="77777777" w:rsidR="00FA5726" w:rsidRPr="00746F19" w:rsidRDefault="00FA5726" w:rsidP="00961CE8">
            <w:pPr>
              <w:jc w:val="both"/>
              <w:rPr>
                <w:rFonts w:ascii="Yu Gothic UI" w:eastAsia="Yu Gothic UI" w:hAnsi="Yu Gothic UI"/>
                <w:iCs/>
                <w:sz w:val="18"/>
                <w:szCs w:val="18"/>
                <w:lang w:eastAsia="it-IT"/>
              </w:rPr>
            </w:pPr>
          </w:p>
        </w:tc>
      </w:tr>
      <w:tr w:rsidR="00F346AC" w:rsidRPr="00746F19" w14:paraId="5EA1520B" w14:textId="77777777" w:rsidTr="00A8001A">
        <w:trPr>
          <w:trHeight w:val="63"/>
        </w:trPr>
        <w:tc>
          <w:tcPr>
            <w:tcW w:w="9628" w:type="dxa"/>
            <w:shd w:val="clear" w:color="auto" w:fill="BCBCB9" w:themeFill="background2" w:themeFillShade="E6"/>
          </w:tcPr>
          <w:p w14:paraId="7BD2BCC8" w14:textId="1602E067" w:rsidR="00F346AC" w:rsidRPr="00746F19" w:rsidRDefault="001F21D0" w:rsidP="00A8001A">
            <w:pPr>
              <w:jc w:val="center"/>
              <w:rPr>
                <w:rFonts w:ascii="Yu Gothic UI" w:eastAsia="Yu Gothic UI" w:hAnsi="Yu Gothic UI"/>
                <w:b/>
                <w:bCs/>
                <w:sz w:val="18"/>
                <w:szCs w:val="18"/>
                <w:lang w:eastAsia="it-IT"/>
              </w:rPr>
            </w:pPr>
            <w:r>
              <w:rPr>
                <w:rFonts w:ascii="Yu Gothic UI" w:eastAsia="Yu Gothic UI" w:hAnsi="Yu Gothic UI" w:cs="Arial"/>
                <w:b/>
                <w:bCs/>
                <w:color w:val="000000" w:themeColor="text1"/>
                <w:sz w:val="18"/>
                <w:szCs w:val="18"/>
              </w:rPr>
              <w:t xml:space="preserve">DEFINIRE LA </w:t>
            </w:r>
            <w:r w:rsidR="00F346AC" w:rsidRPr="00A8001A">
              <w:rPr>
                <w:rFonts w:ascii="Yu Gothic UI" w:eastAsia="Yu Gothic UI" w:hAnsi="Yu Gothic UI" w:cs="Arial"/>
                <w:b/>
                <w:bCs/>
                <w:color w:val="000000" w:themeColor="text1"/>
                <w:sz w:val="18"/>
                <w:szCs w:val="18"/>
              </w:rPr>
              <w:t>COERENZA DELLE TEMATICHE AFFRONTATE CON GLI OBIETTIVI GENERALI E SPECIFICI DELLA PAC E DEL GAL</w:t>
            </w:r>
          </w:p>
        </w:tc>
      </w:tr>
      <w:tr w:rsidR="00932813" w:rsidRPr="00746F19" w14:paraId="504C91C9" w14:textId="77777777" w:rsidTr="00A8001A">
        <w:trPr>
          <w:trHeight w:val="1134"/>
        </w:trPr>
        <w:tc>
          <w:tcPr>
            <w:tcW w:w="9628" w:type="dxa"/>
            <w:vAlign w:val="center"/>
          </w:tcPr>
          <w:p w14:paraId="7D2D5CC3" w14:textId="77777777" w:rsidR="00932813" w:rsidRPr="00932813" w:rsidRDefault="00932813" w:rsidP="00932813">
            <w:pPr>
              <w:jc w:val="both"/>
              <w:rPr>
                <w:rFonts w:ascii="Yu Gothic UI" w:eastAsia="Yu Gothic UI" w:hAnsi="Yu Gothic UI"/>
                <w:sz w:val="18"/>
                <w:szCs w:val="18"/>
                <w:lang w:eastAsia="it-IT"/>
              </w:rPr>
            </w:pPr>
          </w:p>
        </w:tc>
      </w:tr>
      <w:tr w:rsidR="00C0045D" w:rsidRPr="00746F19" w14:paraId="143E2709" w14:textId="77777777" w:rsidTr="001F21D0">
        <w:trPr>
          <w:trHeight w:val="590"/>
        </w:trPr>
        <w:tc>
          <w:tcPr>
            <w:tcW w:w="9628" w:type="dxa"/>
            <w:shd w:val="clear" w:color="auto" w:fill="BCBCB9" w:themeFill="background2" w:themeFillShade="E6"/>
            <w:vAlign w:val="center"/>
          </w:tcPr>
          <w:p w14:paraId="4ADCD0AC" w14:textId="61D0C19B" w:rsidR="00DB5679" w:rsidRPr="00746F19" w:rsidRDefault="001F21D0" w:rsidP="001F21D0">
            <w:pPr>
              <w:jc w:val="center"/>
              <w:rPr>
                <w:rFonts w:ascii="Yu Gothic UI" w:eastAsia="Yu Gothic UI" w:hAnsi="Yu Gothic UI"/>
                <w:b/>
                <w:bCs/>
                <w:sz w:val="18"/>
                <w:szCs w:val="18"/>
              </w:rPr>
            </w:pPr>
            <w:r>
              <w:rPr>
                <w:rFonts w:ascii="Yu Gothic UI" w:eastAsia="Yu Gothic UI" w:hAnsi="Yu Gothic UI" w:cs="Arial"/>
                <w:b/>
                <w:bCs/>
                <w:sz w:val="18"/>
                <w:szCs w:val="18"/>
              </w:rPr>
              <w:t>DEFINIRE GLI ELEMENTI UTILI AD ASSEGNARE I PUNTEGGI INTERESSANTI IL PUNTO 4 DELLA TABELLA DEI CRITERI (</w:t>
            </w:r>
            <w:r w:rsidRPr="00C631C3">
              <w:rPr>
                <w:b/>
                <w:bCs/>
                <w:lang w:eastAsia="it-IT"/>
              </w:rPr>
              <w:t xml:space="preserve">premialità per specifiche tematiche e/o obiettivi e/o ricaduta territoriale </w:t>
            </w:r>
            <w:commentRangeStart w:id="0"/>
            <w:commentRangeEnd w:id="0"/>
            <w:r w:rsidRPr="00C631C3">
              <w:rPr>
                <w:rStyle w:val="Rimandocommento"/>
                <w:rFonts w:eastAsia="Yu Gothic UI"/>
                <w:b/>
                <w:bCs/>
                <w:szCs w:val="20"/>
                <w:lang w:eastAsia="it-IT"/>
              </w:rPr>
              <w:commentReference w:id="0"/>
            </w:r>
            <w:r w:rsidRPr="00C631C3">
              <w:rPr>
                <w:b/>
                <w:bCs/>
                <w:lang w:eastAsia="it-IT"/>
              </w:rPr>
              <w:t>e/o tipologia di attività sulla base delle diverse esigenze espresse nella SSL del GAL</w:t>
            </w:r>
            <w:r>
              <w:rPr>
                <w:b/>
                <w:bCs/>
                <w:lang w:eastAsia="it-IT"/>
              </w:rPr>
              <w:t>)</w:t>
            </w:r>
          </w:p>
        </w:tc>
      </w:tr>
      <w:tr w:rsidR="00746F19" w:rsidRPr="00746F19" w14:paraId="3CF5273A" w14:textId="77777777" w:rsidTr="00A8001A">
        <w:trPr>
          <w:trHeight w:val="1134"/>
        </w:trPr>
        <w:tc>
          <w:tcPr>
            <w:tcW w:w="9628" w:type="dxa"/>
          </w:tcPr>
          <w:p w14:paraId="5374A545" w14:textId="77777777" w:rsidR="00746F19" w:rsidRPr="00746F19" w:rsidRDefault="00746F19" w:rsidP="00746F19">
            <w:pPr>
              <w:widowControl/>
              <w:autoSpaceDE/>
              <w:autoSpaceDN/>
              <w:spacing w:line="259" w:lineRule="auto"/>
              <w:jc w:val="both"/>
              <w:rPr>
                <w:rFonts w:ascii="Yu Gothic UI" w:eastAsia="Yu Gothic UI" w:hAnsi="Yu Gothic UI"/>
                <w:sz w:val="18"/>
                <w:szCs w:val="18"/>
                <w:lang w:eastAsia="it-IT"/>
              </w:rPr>
            </w:pPr>
          </w:p>
        </w:tc>
      </w:tr>
    </w:tbl>
    <w:p w14:paraId="5CAB8BAE" w14:textId="77777777" w:rsidR="00746F19" w:rsidRPr="00746F19" w:rsidRDefault="00746F19" w:rsidP="00746F19">
      <w:pPr>
        <w:rPr>
          <w:rFonts w:ascii="Yu Gothic UI" w:eastAsia="Yu Gothic UI" w:hAnsi="Yu Gothic UI"/>
          <w:sz w:val="16"/>
          <w:szCs w:val="16"/>
          <w:lang w:eastAsia="it-IT"/>
        </w:rPr>
      </w:pPr>
      <w:r w:rsidRPr="00746F19">
        <w:rPr>
          <w:rFonts w:ascii="Yu Gothic UI" w:eastAsia="Yu Gothic UI" w:hAnsi="Yu Gothic UI"/>
          <w:sz w:val="16"/>
          <w:szCs w:val="16"/>
          <w:lang w:eastAsia="it-IT"/>
        </w:rPr>
        <w:t xml:space="preserve">(**): art. 6 Reg. (UE) 2021/2115 </w:t>
      </w:r>
    </w:p>
    <w:p w14:paraId="24CEFE39" w14:textId="77777777" w:rsidR="004C6A94" w:rsidRPr="00746F19" w:rsidRDefault="004C6A94" w:rsidP="003C0554">
      <w:pPr>
        <w:rPr>
          <w:rFonts w:ascii="Yu Gothic UI" w:eastAsia="Yu Gothic UI" w:hAnsi="Yu Gothic UI"/>
          <w:sz w:val="16"/>
          <w:szCs w:val="16"/>
        </w:rPr>
      </w:pPr>
    </w:p>
    <w:p w14:paraId="6223ECCD" w14:textId="77777777" w:rsidR="003C0554" w:rsidRPr="00746F19" w:rsidRDefault="003C0554" w:rsidP="003C0554">
      <w:pPr>
        <w:rPr>
          <w:rFonts w:ascii="Yu Gothic UI" w:eastAsia="Yu Gothic UI" w:hAnsi="Yu Gothic UI"/>
          <w:b/>
          <w:bCs/>
          <w:sz w:val="16"/>
          <w:szCs w:val="16"/>
          <w:highlight w:val="yellow"/>
        </w:rPr>
      </w:pPr>
    </w:p>
    <w:sectPr w:rsidR="003C0554" w:rsidRPr="00746F19" w:rsidSect="004B3643">
      <w:headerReference w:type="default" r:id="rId15"/>
      <w:headerReference w:type="first" r:id="rId16"/>
      <w:pgSz w:w="11906" w:h="16838" w:code="9"/>
      <w:pgMar w:top="1985" w:right="1134" w:bottom="1418" w:left="1134" w:header="680" w:footer="567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Di Benedetto, Desiree" w:date="2025-12-04T11:10:00Z" w:initials="DD">
    <w:p w14:paraId="6A838CCB" w14:textId="77777777" w:rsidR="001F21D0" w:rsidRDefault="001F21D0" w:rsidP="001F21D0">
      <w:pPr>
        <w:pStyle w:val="Testocommento"/>
      </w:pPr>
      <w:r>
        <w:rPr>
          <w:rStyle w:val="Rimandocommento"/>
        </w:rPr>
        <w:annotationRef/>
      </w:r>
      <w:r>
        <w:t>Eliminare asterisco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6A838CCB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5F455861" w16cex:dateUtc="2025-12-04T10:1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6A838CCB" w16cid:durableId="5F45586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06BCCD" w14:textId="77777777" w:rsidR="004A764E" w:rsidRDefault="004A764E" w:rsidP="000E70A9">
      <w:r>
        <w:separator/>
      </w:r>
    </w:p>
  </w:endnote>
  <w:endnote w:type="continuationSeparator" w:id="0">
    <w:p w14:paraId="2A65BE6B" w14:textId="77777777" w:rsidR="004A764E" w:rsidRDefault="004A764E" w:rsidP="000E70A9">
      <w:r>
        <w:continuationSeparator/>
      </w:r>
    </w:p>
  </w:endnote>
  <w:endnote w:type="continuationNotice" w:id="1">
    <w:p w14:paraId="669CA853" w14:textId="77777777" w:rsidR="004A764E" w:rsidRDefault="004A76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SF Pro Text">
    <w:altName w:val="Calibri"/>
    <w:charset w:val="00"/>
    <w:family w:val="auto"/>
    <w:pitch w:val="variable"/>
    <w:sig w:usb0="2000028F" w:usb1="02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Historic">
    <w:panose1 w:val="020B0502040204020203"/>
    <w:charset w:val="00"/>
    <w:family w:val="swiss"/>
    <w:pitch w:val="variable"/>
    <w:sig w:usb0="800001EF" w:usb1="02000002" w:usb2="0060C08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71643A" w14:textId="77777777" w:rsidR="004A764E" w:rsidRDefault="004A764E" w:rsidP="000E70A9">
      <w:r>
        <w:separator/>
      </w:r>
    </w:p>
  </w:footnote>
  <w:footnote w:type="continuationSeparator" w:id="0">
    <w:p w14:paraId="57FDB86A" w14:textId="77777777" w:rsidR="004A764E" w:rsidRDefault="004A764E" w:rsidP="000E70A9">
      <w:r>
        <w:continuationSeparator/>
      </w:r>
    </w:p>
  </w:footnote>
  <w:footnote w:type="continuationNotice" w:id="1">
    <w:p w14:paraId="6893DF96" w14:textId="77777777" w:rsidR="004A764E" w:rsidRDefault="004A764E"/>
  </w:footnote>
  <w:footnote w:id="2">
    <w:p w14:paraId="5232816B" w14:textId="77777777" w:rsidR="00DA0747" w:rsidRPr="00B551D4" w:rsidRDefault="00DA0747" w:rsidP="00DA0747">
      <w:pPr>
        <w:pStyle w:val="Testonotaapidipagina"/>
        <w:rPr>
          <w:rFonts w:ascii="Yu Gothic UI" w:eastAsia="Yu Gothic UI" w:hAnsi="Yu Gothic UI"/>
          <w:sz w:val="16"/>
          <w:szCs w:val="16"/>
        </w:rPr>
      </w:pPr>
      <w:r w:rsidRPr="00B551D4">
        <w:rPr>
          <w:rStyle w:val="Rimandonotaapidipagina"/>
          <w:rFonts w:ascii="Yu Gothic UI" w:eastAsia="Yu Gothic UI" w:hAnsi="Yu Gothic UI"/>
          <w:sz w:val="16"/>
          <w:szCs w:val="16"/>
        </w:rPr>
        <w:footnoteRef/>
      </w:r>
      <w:r w:rsidRPr="00B551D4">
        <w:rPr>
          <w:rFonts w:ascii="Yu Gothic UI" w:eastAsia="Yu Gothic UI" w:hAnsi="Yu Gothic UI"/>
          <w:sz w:val="16"/>
          <w:szCs w:val="16"/>
        </w:rPr>
        <w:t xml:space="preserve"> </w:t>
      </w:r>
      <w:r w:rsidRPr="00B551D4">
        <w:rPr>
          <w:rFonts w:ascii="Yu Gothic UI" w:eastAsia="Yu Gothic UI" w:hAnsi="Yu Gothic UI" w:cs="Arial"/>
          <w:color w:val="000000" w:themeColor="text1"/>
          <w:sz w:val="16"/>
          <w:szCs w:val="16"/>
        </w:rPr>
        <w:t>Si ricorda di allegare in fase di domanda di aiuto i “Curricula vitae” in formato europeo del personale, firmati digitalmente o in forma autografa con allegati copia del documento di identità. Il Curriculum del referente amministrativo, se diverso dal responsabile di progetto, NON deve essere allegato.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FA15B3" w14:textId="0D416C23" w:rsidR="00B32F32" w:rsidRDefault="00B32F32">
    <w:pPr>
      <w:pStyle w:val="Intestazione"/>
    </w:pPr>
    <w:r w:rsidRPr="002B1B3D">
      <w:rPr>
        <w:noProof/>
      </w:rPr>
      <w:drawing>
        <wp:anchor distT="0" distB="0" distL="114300" distR="114300" simplePos="0" relativeHeight="251660288" behindDoc="0" locked="0" layoutInCell="1" allowOverlap="1" wp14:anchorId="21DE26A0" wp14:editId="627C8C88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26233" cy="532015"/>
          <wp:effectExtent l="0" t="0" r="3175" b="1905"/>
          <wp:wrapNone/>
          <wp:docPr id="1582197931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954B07" w14:textId="4EADB605" w:rsidR="00BC31CC" w:rsidRDefault="00BC31CC">
    <w:pPr>
      <w:pStyle w:val="Intestazione"/>
    </w:pPr>
    <w:r w:rsidRPr="002B1B3D">
      <w:rPr>
        <w:noProof/>
      </w:rPr>
      <w:drawing>
        <wp:anchor distT="0" distB="0" distL="114300" distR="114300" simplePos="0" relativeHeight="251658240" behindDoc="0" locked="0" layoutInCell="1" allowOverlap="1" wp14:anchorId="792CAE96" wp14:editId="4232A95A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6226233" cy="532015"/>
          <wp:effectExtent l="0" t="0" r="3175" b="1905"/>
          <wp:wrapNone/>
          <wp:docPr id="1799213186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9972346" name="Immagine 64997234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226233" cy="5320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D14011E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8C4A79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790148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3C87EE8"/>
    <w:lvl w:ilvl="0">
      <w:start w:val="1"/>
      <w:numFmt w:val="decimal"/>
      <w:pStyle w:val="Numeroelenco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C54B9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80E457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C3AC342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9BCEC2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65BA0968"/>
    <w:lvl w:ilvl="0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E901518"/>
    <w:lvl w:ilvl="0">
      <w:start w:val="1"/>
      <w:numFmt w:val="bullet"/>
      <w:pStyle w:val="Puntoelenc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57164A"/>
    <w:multiLevelType w:val="multilevel"/>
    <w:tmpl w:val="068A3B3E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1" w15:restartNumberingAfterBreak="0">
    <w:nsid w:val="05C87868"/>
    <w:multiLevelType w:val="hybridMultilevel"/>
    <w:tmpl w:val="35B60688"/>
    <w:lvl w:ilvl="0" w:tplc="C29EAD8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8D46A13"/>
    <w:multiLevelType w:val="hybridMultilevel"/>
    <w:tmpl w:val="15DAB120"/>
    <w:lvl w:ilvl="0" w:tplc="C48CEB3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09176DE3"/>
    <w:multiLevelType w:val="hybridMultilevel"/>
    <w:tmpl w:val="E2CA20C2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B4D2BD9"/>
    <w:multiLevelType w:val="hybridMultilevel"/>
    <w:tmpl w:val="7B3E8CD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0EBE3148"/>
    <w:multiLevelType w:val="hybridMultilevel"/>
    <w:tmpl w:val="A69657CE"/>
    <w:lvl w:ilvl="0" w:tplc="B76AE4B8">
      <w:start w:val="1"/>
      <w:numFmt w:val="decimal"/>
      <w:pStyle w:val="Tablenumbered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0B23212"/>
    <w:multiLevelType w:val="multilevel"/>
    <w:tmpl w:val="08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7" w15:restartNumberingAfterBreak="0">
    <w:nsid w:val="119838A3"/>
    <w:multiLevelType w:val="multilevel"/>
    <w:tmpl w:val="BAE0A72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8" w15:restartNumberingAfterBreak="0">
    <w:nsid w:val="130265D9"/>
    <w:multiLevelType w:val="hybridMultilevel"/>
    <w:tmpl w:val="7B3E8CD6"/>
    <w:lvl w:ilvl="0" w:tplc="FFFFFFF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18971B7B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1F373701"/>
    <w:multiLevelType w:val="hybridMultilevel"/>
    <w:tmpl w:val="C716350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2890CDC"/>
    <w:multiLevelType w:val="hybridMultilevel"/>
    <w:tmpl w:val="05C232AC"/>
    <w:lvl w:ilvl="0" w:tplc="C30C5AF0">
      <w:start w:val="5"/>
      <w:numFmt w:val="bullet"/>
      <w:lvlText w:val="-"/>
      <w:lvlJc w:val="left"/>
      <w:pPr>
        <w:ind w:left="720" w:hanging="360"/>
      </w:pPr>
      <w:rPr>
        <w:rFonts w:ascii="Yu Gothic UI" w:eastAsia="Yu Gothic UI" w:hAnsi="Yu Gothic UI" w:cs="Calibri" w:hint="eastAsia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7120EA4"/>
    <w:multiLevelType w:val="hybridMultilevel"/>
    <w:tmpl w:val="F04C5DF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9E745F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2D514808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33D10B24"/>
    <w:multiLevelType w:val="hybridMultilevel"/>
    <w:tmpl w:val="06BCAEB0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8C7754E"/>
    <w:multiLevelType w:val="hybridMultilevel"/>
    <w:tmpl w:val="E2CA20C2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5D5AA7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5C9D3CFB"/>
    <w:multiLevelType w:val="hybridMultilevel"/>
    <w:tmpl w:val="C456C97E"/>
    <w:lvl w:ilvl="0" w:tplc="8B64FB14">
      <w:start w:val="1"/>
      <w:numFmt w:val="bullet"/>
      <w:pStyle w:val="Tablebullets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EFD486C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00E50D0"/>
    <w:multiLevelType w:val="hybridMultilevel"/>
    <w:tmpl w:val="7A1CF958"/>
    <w:lvl w:ilvl="0" w:tplc="ED02E41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67405DA2"/>
    <w:multiLevelType w:val="hybridMultilevel"/>
    <w:tmpl w:val="7B3E8CD6"/>
    <w:lvl w:ilvl="0" w:tplc="0410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F2C2A32"/>
    <w:multiLevelType w:val="hybridMultilevel"/>
    <w:tmpl w:val="228A50F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6FE44134"/>
    <w:multiLevelType w:val="multilevel"/>
    <w:tmpl w:val="0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7755590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987346356">
    <w:abstractNumId w:val="27"/>
  </w:num>
  <w:num w:numId="2" w16cid:durableId="860506480">
    <w:abstractNumId w:val="24"/>
  </w:num>
  <w:num w:numId="3" w16cid:durableId="1330447652">
    <w:abstractNumId w:val="10"/>
  </w:num>
  <w:num w:numId="4" w16cid:durableId="189073041">
    <w:abstractNumId w:val="34"/>
  </w:num>
  <w:num w:numId="5" w16cid:durableId="534732837">
    <w:abstractNumId w:val="23"/>
  </w:num>
  <w:num w:numId="6" w16cid:durableId="154805558">
    <w:abstractNumId w:val="29"/>
  </w:num>
  <w:num w:numId="7" w16cid:durableId="1495023574">
    <w:abstractNumId w:val="17"/>
  </w:num>
  <w:num w:numId="8" w16cid:durableId="1322998693">
    <w:abstractNumId w:val="16"/>
  </w:num>
  <w:num w:numId="9" w16cid:durableId="596643580">
    <w:abstractNumId w:val="9"/>
  </w:num>
  <w:num w:numId="10" w16cid:durableId="1788040441">
    <w:abstractNumId w:val="7"/>
  </w:num>
  <w:num w:numId="11" w16cid:durableId="1328171158">
    <w:abstractNumId w:val="6"/>
  </w:num>
  <w:num w:numId="12" w16cid:durableId="327832732">
    <w:abstractNumId w:val="5"/>
  </w:num>
  <w:num w:numId="13" w16cid:durableId="1351103501">
    <w:abstractNumId w:val="4"/>
  </w:num>
  <w:num w:numId="14" w16cid:durableId="406850997">
    <w:abstractNumId w:val="8"/>
  </w:num>
  <w:num w:numId="15" w16cid:durableId="1213074175">
    <w:abstractNumId w:val="3"/>
  </w:num>
  <w:num w:numId="16" w16cid:durableId="1998486664">
    <w:abstractNumId w:val="2"/>
  </w:num>
  <w:num w:numId="17" w16cid:durableId="970406504">
    <w:abstractNumId w:val="1"/>
  </w:num>
  <w:num w:numId="18" w16cid:durableId="1026831675">
    <w:abstractNumId w:val="0"/>
  </w:num>
  <w:num w:numId="19" w16cid:durableId="1733000637">
    <w:abstractNumId w:val="9"/>
  </w:num>
  <w:num w:numId="20" w16cid:durableId="1773429426">
    <w:abstractNumId w:val="7"/>
  </w:num>
  <w:num w:numId="21" w16cid:durableId="2133593363">
    <w:abstractNumId w:val="8"/>
  </w:num>
  <w:num w:numId="22" w16cid:durableId="1692609577">
    <w:abstractNumId w:val="7"/>
  </w:num>
  <w:num w:numId="23" w16cid:durableId="1210919619">
    <w:abstractNumId w:val="8"/>
  </w:num>
  <w:num w:numId="24" w16cid:durableId="2050647320">
    <w:abstractNumId w:val="28"/>
  </w:num>
  <w:num w:numId="25" w16cid:durableId="562833113">
    <w:abstractNumId w:val="15"/>
  </w:num>
  <w:num w:numId="26" w16cid:durableId="1492864884">
    <w:abstractNumId w:val="19"/>
  </w:num>
  <w:num w:numId="27" w16cid:durableId="301690325">
    <w:abstractNumId w:val="33"/>
  </w:num>
  <w:num w:numId="28" w16cid:durableId="1733117693">
    <w:abstractNumId w:val="3"/>
  </w:num>
  <w:num w:numId="29" w16cid:durableId="937980056">
    <w:abstractNumId w:val="31"/>
  </w:num>
  <w:num w:numId="30" w16cid:durableId="1991399397">
    <w:abstractNumId w:val="18"/>
  </w:num>
  <w:num w:numId="31" w16cid:durableId="1840727408">
    <w:abstractNumId w:val="14"/>
  </w:num>
  <w:num w:numId="32" w16cid:durableId="644234723">
    <w:abstractNumId w:val="30"/>
  </w:num>
  <w:num w:numId="33" w16cid:durableId="2050757201">
    <w:abstractNumId w:val="13"/>
  </w:num>
  <w:num w:numId="34" w16cid:durableId="624116049">
    <w:abstractNumId w:val="22"/>
  </w:num>
  <w:num w:numId="35" w16cid:durableId="2029256851">
    <w:abstractNumId w:val="26"/>
  </w:num>
  <w:num w:numId="36" w16cid:durableId="1708674434">
    <w:abstractNumId w:val="25"/>
  </w:num>
  <w:num w:numId="37" w16cid:durableId="1628659130">
    <w:abstractNumId w:val="12"/>
  </w:num>
  <w:num w:numId="38" w16cid:durableId="2037391185">
    <w:abstractNumId w:val="32"/>
  </w:num>
  <w:num w:numId="39" w16cid:durableId="534732039">
    <w:abstractNumId w:val="20"/>
  </w:num>
  <w:num w:numId="40" w16cid:durableId="605163456">
    <w:abstractNumId w:val="11"/>
  </w:num>
  <w:num w:numId="41" w16cid:durableId="1551725634">
    <w:abstractNumId w:val="2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Di Benedetto, Desiree">
    <w15:presenceInfo w15:providerId="AD" w15:userId="S::dedibenedetto@deloitte.it::bf0a3e80-4b95-4d9f-b1d3-6a410421bc4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20"/>
  <w:hyphenationZone w:val="283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31CC"/>
    <w:rsid w:val="000018C1"/>
    <w:rsid w:val="0001455C"/>
    <w:rsid w:val="00017D5F"/>
    <w:rsid w:val="0002223D"/>
    <w:rsid w:val="00051CEA"/>
    <w:rsid w:val="00072805"/>
    <w:rsid w:val="000740D7"/>
    <w:rsid w:val="00080B4F"/>
    <w:rsid w:val="00081C57"/>
    <w:rsid w:val="00091042"/>
    <w:rsid w:val="000C3F8F"/>
    <w:rsid w:val="000E460D"/>
    <w:rsid w:val="000E50BA"/>
    <w:rsid w:val="000E70A9"/>
    <w:rsid w:val="00113AA7"/>
    <w:rsid w:val="00116107"/>
    <w:rsid w:val="00122F6F"/>
    <w:rsid w:val="00146A64"/>
    <w:rsid w:val="00147122"/>
    <w:rsid w:val="0017675B"/>
    <w:rsid w:val="001771FE"/>
    <w:rsid w:val="001C2221"/>
    <w:rsid w:val="001C2D78"/>
    <w:rsid w:val="001D4CF8"/>
    <w:rsid w:val="001E0A8F"/>
    <w:rsid w:val="001F21D0"/>
    <w:rsid w:val="001F5455"/>
    <w:rsid w:val="001F7BF0"/>
    <w:rsid w:val="002159DE"/>
    <w:rsid w:val="002171FE"/>
    <w:rsid w:val="00231697"/>
    <w:rsid w:val="00237429"/>
    <w:rsid w:val="002411E5"/>
    <w:rsid w:val="00244818"/>
    <w:rsid w:val="00246396"/>
    <w:rsid w:val="002501DA"/>
    <w:rsid w:val="0025207B"/>
    <w:rsid w:val="00252B5F"/>
    <w:rsid w:val="002A38D6"/>
    <w:rsid w:val="002A7037"/>
    <w:rsid w:val="002B3CC0"/>
    <w:rsid w:val="002B5F60"/>
    <w:rsid w:val="002C2543"/>
    <w:rsid w:val="002D1B2F"/>
    <w:rsid w:val="002D2285"/>
    <w:rsid w:val="002E50E7"/>
    <w:rsid w:val="00310B8C"/>
    <w:rsid w:val="003319C7"/>
    <w:rsid w:val="003767DA"/>
    <w:rsid w:val="0039247A"/>
    <w:rsid w:val="003935A2"/>
    <w:rsid w:val="003A1DA0"/>
    <w:rsid w:val="003A5FA4"/>
    <w:rsid w:val="003A6DF9"/>
    <w:rsid w:val="003C0554"/>
    <w:rsid w:val="003C1384"/>
    <w:rsid w:val="003D2B47"/>
    <w:rsid w:val="003F3130"/>
    <w:rsid w:val="003F78A2"/>
    <w:rsid w:val="00400620"/>
    <w:rsid w:val="0040247D"/>
    <w:rsid w:val="0040616D"/>
    <w:rsid w:val="00426688"/>
    <w:rsid w:val="00427D85"/>
    <w:rsid w:val="0043256E"/>
    <w:rsid w:val="00445561"/>
    <w:rsid w:val="0049040A"/>
    <w:rsid w:val="004A764E"/>
    <w:rsid w:val="004B3643"/>
    <w:rsid w:val="004C29C2"/>
    <w:rsid w:val="004C6A94"/>
    <w:rsid w:val="0052565F"/>
    <w:rsid w:val="00530B51"/>
    <w:rsid w:val="00547B2C"/>
    <w:rsid w:val="00567C21"/>
    <w:rsid w:val="00596D30"/>
    <w:rsid w:val="005A18FD"/>
    <w:rsid w:val="005E0D02"/>
    <w:rsid w:val="005F4E36"/>
    <w:rsid w:val="005F6865"/>
    <w:rsid w:val="005F7094"/>
    <w:rsid w:val="006240B5"/>
    <w:rsid w:val="00637E44"/>
    <w:rsid w:val="0065252D"/>
    <w:rsid w:val="00666F88"/>
    <w:rsid w:val="006676E6"/>
    <w:rsid w:val="00686E2F"/>
    <w:rsid w:val="00693289"/>
    <w:rsid w:val="006A15EB"/>
    <w:rsid w:val="006A60A5"/>
    <w:rsid w:val="006B37EE"/>
    <w:rsid w:val="006D514A"/>
    <w:rsid w:val="006E072D"/>
    <w:rsid w:val="006E5B42"/>
    <w:rsid w:val="006F3DA4"/>
    <w:rsid w:val="006F5687"/>
    <w:rsid w:val="006F7558"/>
    <w:rsid w:val="00706AD3"/>
    <w:rsid w:val="00713B9D"/>
    <w:rsid w:val="0073021D"/>
    <w:rsid w:val="00746F19"/>
    <w:rsid w:val="00791702"/>
    <w:rsid w:val="007A03A0"/>
    <w:rsid w:val="007C472E"/>
    <w:rsid w:val="007D0BFA"/>
    <w:rsid w:val="007F3828"/>
    <w:rsid w:val="007F713C"/>
    <w:rsid w:val="00801413"/>
    <w:rsid w:val="00807F80"/>
    <w:rsid w:val="008160BC"/>
    <w:rsid w:val="00830748"/>
    <w:rsid w:val="008317EF"/>
    <w:rsid w:val="008323B9"/>
    <w:rsid w:val="008510E1"/>
    <w:rsid w:val="00865271"/>
    <w:rsid w:val="0088024D"/>
    <w:rsid w:val="008820A0"/>
    <w:rsid w:val="00894C35"/>
    <w:rsid w:val="008A27F6"/>
    <w:rsid w:val="008A5869"/>
    <w:rsid w:val="008B1787"/>
    <w:rsid w:val="008B6E63"/>
    <w:rsid w:val="008C02A3"/>
    <w:rsid w:val="008F029D"/>
    <w:rsid w:val="0090630C"/>
    <w:rsid w:val="00906F61"/>
    <w:rsid w:val="00914135"/>
    <w:rsid w:val="00917355"/>
    <w:rsid w:val="00923E0B"/>
    <w:rsid w:val="00932813"/>
    <w:rsid w:val="00935843"/>
    <w:rsid w:val="00982990"/>
    <w:rsid w:val="00987F13"/>
    <w:rsid w:val="009A2A5E"/>
    <w:rsid w:val="009A2C9C"/>
    <w:rsid w:val="009B3D15"/>
    <w:rsid w:val="009C440E"/>
    <w:rsid w:val="009D50CD"/>
    <w:rsid w:val="009E7D02"/>
    <w:rsid w:val="009F5CB4"/>
    <w:rsid w:val="00A161FA"/>
    <w:rsid w:val="00A409EB"/>
    <w:rsid w:val="00A6554F"/>
    <w:rsid w:val="00A8001A"/>
    <w:rsid w:val="00A80E47"/>
    <w:rsid w:val="00A82222"/>
    <w:rsid w:val="00A840A3"/>
    <w:rsid w:val="00A95847"/>
    <w:rsid w:val="00AB46B0"/>
    <w:rsid w:val="00AB7DF1"/>
    <w:rsid w:val="00AC3339"/>
    <w:rsid w:val="00AC5F5C"/>
    <w:rsid w:val="00AD3A07"/>
    <w:rsid w:val="00AE15F8"/>
    <w:rsid w:val="00AE7AF3"/>
    <w:rsid w:val="00AF2C4A"/>
    <w:rsid w:val="00AF744A"/>
    <w:rsid w:val="00AF7BE0"/>
    <w:rsid w:val="00AF7C03"/>
    <w:rsid w:val="00B06577"/>
    <w:rsid w:val="00B1076E"/>
    <w:rsid w:val="00B32EE2"/>
    <w:rsid w:val="00B32F32"/>
    <w:rsid w:val="00B331A3"/>
    <w:rsid w:val="00B33269"/>
    <w:rsid w:val="00B46858"/>
    <w:rsid w:val="00B535AD"/>
    <w:rsid w:val="00B551D4"/>
    <w:rsid w:val="00B84250"/>
    <w:rsid w:val="00BA16CE"/>
    <w:rsid w:val="00BB7527"/>
    <w:rsid w:val="00BC31CC"/>
    <w:rsid w:val="00BC63F0"/>
    <w:rsid w:val="00BC7DD4"/>
    <w:rsid w:val="00BD7E10"/>
    <w:rsid w:val="00BE7349"/>
    <w:rsid w:val="00BF00D4"/>
    <w:rsid w:val="00BF06ED"/>
    <w:rsid w:val="00BF3A7D"/>
    <w:rsid w:val="00BF7D9E"/>
    <w:rsid w:val="00C0045D"/>
    <w:rsid w:val="00C345AD"/>
    <w:rsid w:val="00C34F29"/>
    <w:rsid w:val="00C47725"/>
    <w:rsid w:val="00C520C2"/>
    <w:rsid w:val="00C5312A"/>
    <w:rsid w:val="00C63020"/>
    <w:rsid w:val="00C74732"/>
    <w:rsid w:val="00C765EF"/>
    <w:rsid w:val="00C92C7F"/>
    <w:rsid w:val="00C93AAC"/>
    <w:rsid w:val="00C9438E"/>
    <w:rsid w:val="00CA20A1"/>
    <w:rsid w:val="00CD3423"/>
    <w:rsid w:val="00D00072"/>
    <w:rsid w:val="00D028A6"/>
    <w:rsid w:val="00D101EF"/>
    <w:rsid w:val="00D75BEA"/>
    <w:rsid w:val="00D8548B"/>
    <w:rsid w:val="00D975D4"/>
    <w:rsid w:val="00DA0747"/>
    <w:rsid w:val="00DA3FD9"/>
    <w:rsid w:val="00DA6F44"/>
    <w:rsid w:val="00DB5679"/>
    <w:rsid w:val="00DC3D1B"/>
    <w:rsid w:val="00DD6083"/>
    <w:rsid w:val="00DE60E3"/>
    <w:rsid w:val="00E2486D"/>
    <w:rsid w:val="00E36559"/>
    <w:rsid w:val="00E41078"/>
    <w:rsid w:val="00E45880"/>
    <w:rsid w:val="00E45B11"/>
    <w:rsid w:val="00EA265D"/>
    <w:rsid w:val="00EF25E2"/>
    <w:rsid w:val="00F07BF3"/>
    <w:rsid w:val="00F07E99"/>
    <w:rsid w:val="00F11739"/>
    <w:rsid w:val="00F20A16"/>
    <w:rsid w:val="00F33200"/>
    <w:rsid w:val="00F346AC"/>
    <w:rsid w:val="00F375C7"/>
    <w:rsid w:val="00FA0D10"/>
    <w:rsid w:val="00FA5726"/>
    <w:rsid w:val="00FB2EF3"/>
    <w:rsid w:val="00FF5017"/>
    <w:rsid w:val="00FF6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972BB1"/>
  <w15:chartTrackingRefBased/>
  <w15:docId w15:val="{14A0C222-969D-4D84-9172-CA1E93F9F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16"/>
    <w:lsdException w:name="footer" w:uiPriority="16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10" w:qFormat="1"/>
    <w:lsdException w:name="List Number" w:uiPriority="10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uiPriority="10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iPriority="10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19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37" w:unhideWhenUsed="1" w:qFormat="1"/>
    <w:lsdException w:name="Intense Emphasis" w:uiPriority="21"/>
    <w:lsdException w:name="Subtle Reference" w:uiPriority="31" w:qFormat="1"/>
    <w:lsdException w:name="Intense Reference" w:semiHidden="1" w:uiPriority="37" w:unhideWhenUsed="1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BC31CC"/>
    <w:pPr>
      <w:widowControl w:val="0"/>
      <w:autoSpaceDE w:val="0"/>
      <w:autoSpaceDN w:val="0"/>
    </w:pPr>
    <w:rPr>
      <w:rFonts w:ascii="Calibri" w:eastAsia="Calibri" w:hAnsi="Calibri" w:cs="Calibri"/>
      <w:kern w:val="0"/>
      <w:lang w:val="it-IT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2486D"/>
    <w:pPr>
      <w:keepNext/>
      <w:keepLines/>
      <w:spacing w:before="120"/>
      <w:outlineLvl w:val="0"/>
    </w:pPr>
    <w:rPr>
      <w:rFonts w:eastAsiaTheme="majorEastAsia" w:cstheme="majorBidi"/>
      <w:b/>
      <w:color w:val="26890D" w:themeColor="accent3"/>
      <w:sz w:val="26"/>
      <w:szCs w:val="32"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2159DE"/>
    <w:pPr>
      <w:keepNext/>
      <w:keepLines/>
      <w:spacing w:before="120"/>
      <w:outlineLvl w:val="1"/>
    </w:pPr>
    <w:rPr>
      <w:rFonts w:eastAsiaTheme="majorEastAsia" w:cstheme="majorBidi"/>
      <w:b/>
      <w:color w:val="000000" w:themeColor="text1"/>
      <w:sz w:val="24"/>
      <w:szCs w:val="26"/>
    </w:rPr>
  </w:style>
  <w:style w:type="paragraph" w:styleId="Titolo3">
    <w:name w:val="heading 3"/>
    <w:basedOn w:val="Normale"/>
    <w:next w:val="Normale"/>
    <w:link w:val="Titolo3Carattere"/>
    <w:uiPriority w:val="9"/>
    <w:qFormat/>
    <w:rsid w:val="002159DE"/>
    <w:pPr>
      <w:keepNext/>
      <w:keepLines/>
      <w:spacing w:before="120"/>
      <w:outlineLvl w:val="2"/>
    </w:pPr>
    <w:rPr>
      <w:rFonts w:eastAsiaTheme="majorEastAsia" w:cstheme="majorBidi"/>
      <w:b/>
      <w:color w:val="7F7F7F" w:themeColor="text1" w:themeTint="80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qFormat/>
    <w:rsid w:val="002159DE"/>
    <w:pPr>
      <w:keepNext/>
      <w:keepLines/>
      <w:spacing w:before="40"/>
      <w:outlineLvl w:val="3"/>
    </w:pPr>
    <w:rPr>
      <w:rFonts w:eastAsiaTheme="majorEastAsia" w:cstheme="majorBidi"/>
      <w:i/>
      <w:iCs/>
      <w:color w:val="638C1B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2159DE"/>
    <w:pPr>
      <w:keepNext/>
      <w:keepLines/>
      <w:spacing w:before="40"/>
      <w:outlineLvl w:val="4"/>
    </w:pPr>
    <w:rPr>
      <w:rFonts w:eastAsiaTheme="majorEastAsia" w:cstheme="majorBidi"/>
      <w:color w:val="638C1B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2159DE"/>
    <w:pPr>
      <w:keepNext/>
      <w:keepLines/>
      <w:spacing w:before="40"/>
      <w:outlineLvl w:val="5"/>
    </w:pPr>
    <w:rPr>
      <w:rFonts w:eastAsiaTheme="majorEastAsia" w:cstheme="majorBidi"/>
      <w:color w:val="425D12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2159DE"/>
    <w:pPr>
      <w:keepNext/>
      <w:keepLines/>
      <w:spacing w:before="40"/>
      <w:outlineLvl w:val="6"/>
    </w:pPr>
    <w:rPr>
      <w:rFonts w:eastAsiaTheme="majorEastAsia" w:cstheme="majorBidi"/>
      <w:i/>
      <w:iCs/>
      <w:color w:val="425D12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2159DE"/>
    <w:pPr>
      <w:keepNext/>
      <w:keepLines/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2159DE"/>
    <w:pPr>
      <w:keepNext/>
      <w:keepLines/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E2486D"/>
    <w:rPr>
      <w:rFonts w:eastAsiaTheme="majorEastAsia" w:cstheme="majorBidi"/>
      <w:b/>
      <w:color w:val="26890D" w:themeColor="accent3"/>
      <w:sz w:val="26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122F6F"/>
    <w:rPr>
      <w:rFonts w:eastAsiaTheme="majorEastAsia" w:cstheme="majorBidi"/>
      <w:b/>
      <w:color w:val="000000" w:themeColor="text1"/>
      <w:sz w:val="24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122F6F"/>
    <w:rPr>
      <w:rFonts w:eastAsiaTheme="majorEastAsia" w:cstheme="majorBidi"/>
      <w:b/>
      <w:color w:val="7F7F7F" w:themeColor="text1" w:themeTint="80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122F6F"/>
    <w:rPr>
      <w:rFonts w:eastAsiaTheme="majorEastAsia" w:cstheme="majorBidi"/>
      <w:i/>
      <w:iCs/>
      <w:color w:val="638C1B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122F6F"/>
    <w:rPr>
      <w:rFonts w:eastAsiaTheme="majorEastAsia" w:cstheme="majorBidi"/>
      <w:color w:val="638C1B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5F7094"/>
    <w:rPr>
      <w:rFonts w:ascii="Aptos" w:eastAsiaTheme="majorEastAsia" w:hAnsi="Aptos" w:cstheme="majorBidi"/>
      <w:color w:val="425D12" w:themeColor="accent1" w:themeShade="7F"/>
      <w:kern w:val="0"/>
      <w14:ligatures w14:val="none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5F7094"/>
    <w:rPr>
      <w:rFonts w:ascii="Aptos" w:eastAsiaTheme="majorEastAsia" w:hAnsi="Aptos" w:cstheme="majorBidi"/>
      <w:i/>
      <w:iCs/>
      <w:color w:val="425D12" w:themeColor="accent1" w:themeShade="7F"/>
      <w:kern w:val="0"/>
      <w14:ligatures w14:val="none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7094"/>
    <w:rPr>
      <w:rFonts w:ascii="Aptos" w:eastAsiaTheme="majorEastAsia" w:hAnsi="Aptos" w:cstheme="majorBidi"/>
      <w:color w:val="272727" w:themeColor="text1" w:themeTint="D8"/>
      <w:kern w:val="0"/>
      <w:sz w:val="21"/>
      <w:szCs w:val="21"/>
      <w14:ligatures w14:val="none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5F7094"/>
    <w:rPr>
      <w:rFonts w:ascii="Aptos" w:eastAsiaTheme="majorEastAsia" w:hAnsi="Aptos" w:cstheme="majorBidi"/>
      <w:i/>
      <w:iCs/>
      <w:color w:val="272727" w:themeColor="text1" w:themeTint="D8"/>
      <w:kern w:val="0"/>
      <w:sz w:val="21"/>
      <w:szCs w:val="21"/>
      <w14:ligatures w14:val="none"/>
    </w:rPr>
  </w:style>
  <w:style w:type="paragraph" w:styleId="Titolo">
    <w:name w:val="Title"/>
    <w:basedOn w:val="Normale"/>
    <w:next w:val="Normale"/>
    <w:link w:val="TitoloCarattere"/>
    <w:uiPriority w:val="1"/>
    <w:rsid w:val="005F7094"/>
    <w:pPr>
      <w:contextualSpacing/>
    </w:pPr>
    <w:rPr>
      <w:rFonts w:eastAsiaTheme="majorEastAsia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"/>
    <w:rsid w:val="00122F6F"/>
    <w:rPr>
      <w:rFonts w:eastAsiaTheme="majorEastAsia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2"/>
    <w:qFormat/>
    <w:rsid w:val="008317E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2"/>
    <w:rsid w:val="00122F6F"/>
    <w:rPr>
      <w:rFonts w:eastAsiaTheme="minorEastAsia"/>
      <w:color w:val="5A5A5A" w:themeColor="text1" w:themeTint="A5"/>
      <w:spacing w:val="15"/>
    </w:rPr>
  </w:style>
  <w:style w:type="table" w:styleId="Grigliatabella">
    <w:name w:val="Table Grid"/>
    <w:basedOn w:val="Tabellanormale"/>
    <w:uiPriority w:val="39"/>
    <w:rsid w:val="008317E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5F7094"/>
    <w:pPr>
      <w:spacing w:before="240"/>
      <w:outlineLvl w:val="9"/>
    </w:pPr>
    <w:rPr>
      <w:b w:val="0"/>
      <w:color w:val="638C1B" w:themeColor="accent1" w:themeShade="BF"/>
      <w:sz w:val="32"/>
    </w:rPr>
  </w:style>
  <w:style w:type="table" w:styleId="Grigliatabellachiara">
    <w:name w:val="Grid Table Light"/>
    <w:basedOn w:val="Tabellanormale"/>
    <w:uiPriority w:val="40"/>
    <w:rsid w:val="005F7094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lasemplice-1">
    <w:name w:val="Plain Table 1"/>
    <w:basedOn w:val="Tabellanormale"/>
    <w:uiPriority w:val="41"/>
    <w:rsid w:val="005F7094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-2">
    <w:name w:val="Plain Table 2"/>
    <w:basedOn w:val="Tabellanormale"/>
    <w:uiPriority w:val="42"/>
    <w:rsid w:val="005F7094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lasemplice-3">
    <w:name w:val="Plain Table 3"/>
    <w:basedOn w:val="Tabellanormale"/>
    <w:uiPriority w:val="43"/>
    <w:rsid w:val="005F7094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lasemplice4">
    <w:name w:val="Plain Table 4"/>
    <w:basedOn w:val="Tabellanormale"/>
    <w:uiPriority w:val="44"/>
    <w:rsid w:val="005F709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5">
    <w:name w:val="Plain Table 5"/>
    <w:basedOn w:val="Tabellanormale"/>
    <w:uiPriority w:val="45"/>
    <w:rsid w:val="005F7094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agriglia1chiara">
    <w:name w:val="Grid Table 1 Light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1">
    <w:name w:val="Grid Table 1 Light Accent 1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D0EC9F" w:themeColor="accent1" w:themeTint="66"/>
        <w:left w:val="single" w:sz="4" w:space="0" w:color="D0EC9F" w:themeColor="accent1" w:themeTint="66"/>
        <w:bottom w:val="single" w:sz="4" w:space="0" w:color="D0EC9F" w:themeColor="accent1" w:themeTint="66"/>
        <w:right w:val="single" w:sz="4" w:space="0" w:color="D0EC9F" w:themeColor="accent1" w:themeTint="66"/>
        <w:insideH w:val="single" w:sz="4" w:space="0" w:color="D0EC9F" w:themeColor="accent1" w:themeTint="66"/>
        <w:insideV w:val="single" w:sz="4" w:space="0" w:color="D0EC9F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B9E370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B9E370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2">
    <w:name w:val="Grid Table 1 Light Accent 2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ADE8A0" w:themeColor="accent2" w:themeTint="66"/>
        <w:left w:val="single" w:sz="4" w:space="0" w:color="ADE8A0" w:themeColor="accent2" w:themeTint="66"/>
        <w:bottom w:val="single" w:sz="4" w:space="0" w:color="ADE8A0" w:themeColor="accent2" w:themeTint="66"/>
        <w:right w:val="single" w:sz="4" w:space="0" w:color="ADE8A0" w:themeColor="accent2" w:themeTint="66"/>
        <w:insideH w:val="single" w:sz="4" w:space="0" w:color="ADE8A0" w:themeColor="accent2" w:themeTint="66"/>
        <w:insideV w:val="single" w:sz="4" w:space="0" w:color="ADE8A0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85DD71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5DD71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3">
    <w:name w:val="Grid Table 1 Light Accent 3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93F27B" w:themeColor="accent3" w:themeTint="66"/>
        <w:left w:val="single" w:sz="4" w:space="0" w:color="93F27B" w:themeColor="accent3" w:themeTint="66"/>
        <w:bottom w:val="single" w:sz="4" w:space="0" w:color="93F27B" w:themeColor="accent3" w:themeTint="66"/>
        <w:right w:val="single" w:sz="4" w:space="0" w:color="93F27B" w:themeColor="accent3" w:themeTint="66"/>
        <w:insideH w:val="single" w:sz="4" w:space="0" w:color="93F27B" w:themeColor="accent3" w:themeTint="66"/>
        <w:insideV w:val="single" w:sz="4" w:space="0" w:color="93F27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5DEC3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5DEC3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agriglia1chiara-colore4">
    <w:name w:val="Grid Table 1 Light Accent 4"/>
    <w:basedOn w:val="Tabellanormale"/>
    <w:uiPriority w:val="46"/>
    <w:rsid w:val="005F7094"/>
    <w:tblPr>
      <w:tblStyleRowBandSize w:val="1"/>
      <w:tblStyleColBandSize w:val="1"/>
      <w:tblBorders>
        <w:top w:val="single" w:sz="4" w:space="0" w:color="64F9B0" w:themeColor="accent4" w:themeTint="66"/>
        <w:left w:val="single" w:sz="4" w:space="0" w:color="64F9B0" w:themeColor="accent4" w:themeTint="66"/>
        <w:bottom w:val="single" w:sz="4" w:space="0" w:color="64F9B0" w:themeColor="accent4" w:themeTint="66"/>
        <w:right w:val="single" w:sz="4" w:space="0" w:color="64F9B0" w:themeColor="accent4" w:themeTint="66"/>
        <w:insideH w:val="single" w:sz="4" w:space="0" w:color="64F9B0" w:themeColor="accent4" w:themeTint="66"/>
        <w:insideV w:val="single" w:sz="4" w:space="0" w:color="64F9B0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17F689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17F689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Elencomedio2">
    <w:name w:val="Medium Lis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1">
    <w:name w:val="Medium List 2 Accent 1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6BC2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6BC2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6BC2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6BC2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2F3C3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2F3C3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2">
    <w:name w:val="Medium List 2 Accent 2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3B02A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3B02A" w:themeColor="accent2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3B02A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3B02A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CF1C4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CF1C4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3">
    <w:name w:val="Medium List 2 Accent 3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26890D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26890D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26890D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26890D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BCF7AD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BCF7AD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4">
    <w:name w:val="Medium List 2 Accent 4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46A38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46A38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46A38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46A38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9FFBCE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9FFBCE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5">
    <w:name w:val="Medium List 2 Accent 5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D8390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D8390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D8390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D8390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EF0F7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EF0F7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Elencomedio2-Colore6">
    <w:name w:val="Medium List 2 Accent 6"/>
    <w:basedOn w:val="Tabellanormale"/>
    <w:uiPriority w:val="66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7CB0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7CB0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7CB0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7CB0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ACE6FF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ACE6FF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Grigliamedia2">
    <w:name w:val="Medium Grid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1">
    <w:name w:val="Medium Grid 2 Accent 1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86BC25" w:themeColor="accent1"/>
        <w:left w:val="single" w:sz="8" w:space="0" w:color="86BC25" w:themeColor="accent1"/>
        <w:bottom w:val="single" w:sz="8" w:space="0" w:color="86BC25" w:themeColor="accent1"/>
        <w:right w:val="single" w:sz="8" w:space="0" w:color="86BC25" w:themeColor="accent1"/>
        <w:insideH w:val="single" w:sz="8" w:space="0" w:color="86BC25" w:themeColor="accent1"/>
        <w:insideV w:val="single" w:sz="8" w:space="0" w:color="86BC25" w:themeColor="accent1"/>
      </w:tblBorders>
    </w:tblPr>
    <w:tcPr>
      <w:shd w:val="clear" w:color="auto" w:fill="E2F3C3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F3FAE7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7F5CF" w:themeFill="accent1" w:themeFillTint="33"/>
      </w:tcPr>
    </w:tblStylePr>
    <w:tblStylePr w:type="band1Vert">
      <w:tblPr/>
      <w:tcPr>
        <w:shd w:val="clear" w:color="auto" w:fill="C5E788" w:themeFill="accent1" w:themeFillTint="7F"/>
      </w:tcPr>
    </w:tblStylePr>
    <w:tblStylePr w:type="band1Horz">
      <w:tblPr/>
      <w:tcPr>
        <w:tcBorders>
          <w:insideH w:val="single" w:sz="6" w:space="0" w:color="86BC25" w:themeColor="accent1"/>
          <w:insideV w:val="single" w:sz="6" w:space="0" w:color="86BC25" w:themeColor="accent1"/>
        </w:tcBorders>
        <w:shd w:val="clear" w:color="auto" w:fill="C5E788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2">
    <w:name w:val="Medium Grid 2 Accent 2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43B02A" w:themeColor="accent2"/>
        <w:left w:val="single" w:sz="8" w:space="0" w:color="43B02A" w:themeColor="accent2"/>
        <w:bottom w:val="single" w:sz="8" w:space="0" w:color="43B02A" w:themeColor="accent2"/>
        <w:right w:val="single" w:sz="8" w:space="0" w:color="43B02A" w:themeColor="accent2"/>
        <w:insideH w:val="single" w:sz="8" w:space="0" w:color="43B02A" w:themeColor="accent2"/>
        <w:insideV w:val="single" w:sz="8" w:space="0" w:color="43B02A" w:themeColor="accent2"/>
      </w:tblBorders>
    </w:tblPr>
    <w:tcPr>
      <w:shd w:val="clear" w:color="auto" w:fill="CCF1C4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EBF9E7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F3CF" w:themeFill="accent2" w:themeFillTint="33"/>
      </w:tcPr>
    </w:tblStylePr>
    <w:tblStylePr w:type="band1Vert">
      <w:tblPr/>
      <w:tcPr>
        <w:shd w:val="clear" w:color="auto" w:fill="99E389" w:themeFill="accent2" w:themeFillTint="7F"/>
      </w:tcPr>
    </w:tblStylePr>
    <w:tblStylePr w:type="band1Horz">
      <w:tblPr/>
      <w:tcPr>
        <w:tcBorders>
          <w:insideH w:val="single" w:sz="6" w:space="0" w:color="43B02A" w:themeColor="accent2"/>
          <w:insideV w:val="single" w:sz="6" w:space="0" w:color="43B02A" w:themeColor="accent2"/>
        </w:tcBorders>
        <w:shd w:val="clear" w:color="auto" w:fill="99E389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3">
    <w:name w:val="Medium Grid 2 Accent 3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26890D" w:themeColor="accent3"/>
        <w:left w:val="single" w:sz="8" w:space="0" w:color="26890D" w:themeColor="accent3"/>
        <w:bottom w:val="single" w:sz="8" w:space="0" w:color="26890D" w:themeColor="accent3"/>
        <w:right w:val="single" w:sz="8" w:space="0" w:color="26890D" w:themeColor="accent3"/>
        <w:insideH w:val="single" w:sz="8" w:space="0" w:color="26890D" w:themeColor="accent3"/>
        <w:insideV w:val="single" w:sz="8" w:space="0" w:color="26890D" w:themeColor="accent3"/>
      </w:tblBorders>
    </w:tblPr>
    <w:tcPr>
      <w:shd w:val="clear" w:color="auto" w:fill="BCF7AD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E4FCD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9F8BD" w:themeFill="accent3" w:themeFillTint="33"/>
      </w:tcPr>
    </w:tblStylePr>
    <w:tblStylePr w:type="band1Vert">
      <w:tblPr/>
      <w:tcPr>
        <w:shd w:val="clear" w:color="auto" w:fill="78EF5B" w:themeFill="accent3" w:themeFillTint="7F"/>
      </w:tcPr>
    </w:tblStylePr>
    <w:tblStylePr w:type="band1Horz">
      <w:tblPr/>
      <w:tcPr>
        <w:tcBorders>
          <w:insideH w:val="single" w:sz="6" w:space="0" w:color="26890D" w:themeColor="accent3"/>
          <w:insideV w:val="single" w:sz="6" w:space="0" w:color="26890D" w:themeColor="accent3"/>
        </w:tcBorders>
        <w:shd w:val="clear" w:color="auto" w:fill="78EF5B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4">
    <w:name w:val="Medium Grid 2 Accent 4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46A38" w:themeColor="accent4"/>
        <w:left w:val="single" w:sz="8" w:space="0" w:color="046A38" w:themeColor="accent4"/>
        <w:bottom w:val="single" w:sz="8" w:space="0" w:color="046A38" w:themeColor="accent4"/>
        <w:right w:val="single" w:sz="8" w:space="0" w:color="046A38" w:themeColor="accent4"/>
        <w:insideH w:val="single" w:sz="8" w:space="0" w:color="046A38" w:themeColor="accent4"/>
        <w:insideV w:val="single" w:sz="8" w:space="0" w:color="046A38" w:themeColor="accent4"/>
      </w:tblBorders>
    </w:tblPr>
    <w:tcPr>
      <w:shd w:val="clear" w:color="auto" w:fill="9FFBCE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D9FDEB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1FCD7" w:themeFill="accent4" w:themeFillTint="33"/>
      </w:tcPr>
    </w:tblStylePr>
    <w:tblStylePr w:type="band1Vert">
      <w:tblPr/>
      <w:tcPr>
        <w:shd w:val="clear" w:color="auto" w:fill="3EF79D" w:themeFill="accent4" w:themeFillTint="7F"/>
      </w:tcPr>
    </w:tblStylePr>
    <w:tblStylePr w:type="band1Horz">
      <w:tblPr/>
      <w:tcPr>
        <w:tcBorders>
          <w:insideH w:val="single" w:sz="6" w:space="0" w:color="046A38" w:themeColor="accent4"/>
          <w:insideV w:val="single" w:sz="6" w:space="0" w:color="046A38" w:themeColor="accent4"/>
        </w:tcBorders>
        <w:shd w:val="clear" w:color="auto" w:fill="3EF79D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5">
    <w:name w:val="Medium Grid 2 Accent 5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D8390" w:themeColor="accent5"/>
        <w:left w:val="single" w:sz="8" w:space="0" w:color="0D8390" w:themeColor="accent5"/>
        <w:bottom w:val="single" w:sz="8" w:space="0" w:color="0D8390" w:themeColor="accent5"/>
        <w:right w:val="single" w:sz="8" w:space="0" w:color="0D8390" w:themeColor="accent5"/>
        <w:insideH w:val="single" w:sz="8" w:space="0" w:color="0D8390" w:themeColor="accent5"/>
        <w:insideV w:val="single" w:sz="8" w:space="0" w:color="0D8390" w:themeColor="accent5"/>
      </w:tblBorders>
    </w:tblPr>
    <w:tcPr>
      <w:shd w:val="clear" w:color="auto" w:fill="AEF0F7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DFF9FC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EF3F9" w:themeFill="accent5" w:themeFillTint="33"/>
      </w:tcPr>
    </w:tblStylePr>
    <w:tblStylePr w:type="band1Vert">
      <w:tblPr/>
      <w:tcPr>
        <w:shd w:val="clear" w:color="auto" w:fill="5DE1F0" w:themeFill="accent5" w:themeFillTint="7F"/>
      </w:tcPr>
    </w:tblStylePr>
    <w:tblStylePr w:type="band1Horz">
      <w:tblPr/>
      <w:tcPr>
        <w:tcBorders>
          <w:insideH w:val="single" w:sz="6" w:space="0" w:color="0D8390" w:themeColor="accent5"/>
          <w:insideV w:val="single" w:sz="6" w:space="0" w:color="0D8390" w:themeColor="accent5"/>
        </w:tcBorders>
        <w:shd w:val="clear" w:color="auto" w:fill="5DE1F0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Grigliamedia2-Colore6">
    <w:name w:val="Medium Grid 2 Accent 6"/>
    <w:basedOn w:val="Tabellanormale"/>
    <w:uiPriority w:val="68"/>
    <w:semiHidden/>
    <w:unhideWhenUsed/>
    <w:rsid w:val="005F7094"/>
    <w:rPr>
      <w:rFonts w:eastAsiaTheme="majorEastAsia" w:cstheme="majorBidi"/>
      <w:color w:val="000000" w:themeColor="text1"/>
    </w:rPr>
    <w:tblPr>
      <w:tblStyleRowBandSize w:val="1"/>
      <w:tblStyleColBandSize w:val="1"/>
      <w:tblBorders>
        <w:top w:val="single" w:sz="8" w:space="0" w:color="007CB0" w:themeColor="accent6"/>
        <w:left w:val="single" w:sz="8" w:space="0" w:color="007CB0" w:themeColor="accent6"/>
        <w:bottom w:val="single" w:sz="8" w:space="0" w:color="007CB0" w:themeColor="accent6"/>
        <w:right w:val="single" w:sz="8" w:space="0" w:color="007CB0" w:themeColor="accent6"/>
        <w:insideH w:val="single" w:sz="8" w:space="0" w:color="007CB0" w:themeColor="accent6"/>
        <w:insideV w:val="single" w:sz="8" w:space="0" w:color="007CB0" w:themeColor="accent6"/>
      </w:tblBorders>
    </w:tblPr>
    <w:tcPr>
      <w:shd w:val="clear" w:color="auto" w:fill="ACE6FF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DEF5FF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CEBFF" w:themeFill="accent6" w:themeFillTint="33"/>
      </w:tcPr>
    </w:tblStylePr>
    <w:tblStylePr w:type="band1Vert">
      <w:tblPr/>
      <w:tcPr>
        <w:shd w:val="clear" w:color="auto" w:fill="58CDFF" w:themeFill="accent6" w:themeFillTint="7F"/>
      </w:tcPr>
    </w:tblStylePr>
    <w:tblStylePr w:type="band1Horz">
      <w:tblPr/>
      <w:tcPr>
        <w:tcBorders>
          <w:insideH w:val="single" w:sz="6" w:space="0" w:color="007CB0" w:themeColor="accent6"/>
          <w:insideV w:val="single" w:sz="6" w:space="0" w:color="007CB0" w:themeColor="accent6"/>
        </w:tcBorders>
        <w:shd w:val="clear" w:color="auto" w:fill="58CDFF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paragraph" w:styleId="Testodelblocco">
    <w:name w:val="Block Text"/>
    <w:basedOn w:val="Normale"/>
    <w:uiPriority w:val="99"/>
    <w:semiHidden/>
    <w:unhideWhenUsed/>
    <w:rsid w:val="005F7094"/>
    <w:pPr>
      <w:pBdr>
        <w:top w:val="single" w:sz="2" w:space="10" w:color="86BC25" w:themeColor="accent1"/>
        <w:left w:val="single" w:sz="2" w:space="10" w:color="86BC25" w:themeColor="accent1"/>
        <w:bottom w:val="single" w:sz="2" w:space="10" w:color="86BC25" w:themeColor="accent1"/>
        <w:right w:val="single" w:sz="2" w:space="10" w:color="86BC25" w:themeColor="accent1"/>
      </w:pBdr>
      <w:ind w:left="1152" w:right="1152"/>
    </w:pPr>
    <w:rPr>
      <w:rFonts w:eastAsiaTheme="minorEastAsia"/>
      <w:i/>
      <w:iCs/>
      <w:color w:val="86BC25" w:themeColor="accent1"/>
    </w:rPr>
  </w:style>
  <w:style w:type="paragraph" w:styleId="Indirizzodestinatario">
    <w:name w:val="envelope address"/>
    <w:basedOn w:val="Normale"/>
    <w:uiPriority w:val="99"/>
    <w:semiHidden/>
    <w:unhideWhenUsed/>
    <w:rsid w:val="005F7094"/>
    <w:pPr>
      <w:framePr w:w="7920" w:h="1980" w:hRule="exact" w:hSpace="180" w:wrap="auto" w:hAnchor="page" w:xAlign="center" w:yAlign="bottom"/>
      <w:ind w:left="2880"/>
    </w:pPr>
    <w:rPr>
      <w:rFonts w:eastAsiaTheme="majorEastAsia" w:cstheme="majorBidi"/>
      <w:sz w:val="24"/>
      <w:szCs w:val="24"/>
    </w:rPr>
  </w:style>
  <w:style w:type="paragraph" w:styleId="Indirizzomittente">
    <w:name w:val="envelope return"/>
    <w:basedOn w:val="Normale"/>
    <w:uiPriority w:val="99"/>
    <w:semiHidden/>
    <w:unhideWhenUsed/>
    <w:rsid w:val="005F7094"/>
    <w:rPr>
      <w:rFonts w:eastAsiaTheme="majorEastAsia" w:cstheme="majorBidi"/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unhideWhenUsed/>
    <w:rsid w:val="005F7094"/>
    <w:pPr>
      <w:ind w:left="220" w:hanging="220"/>
    </w:pPr>
  </w:style>
  <w:style w:type="paragraph" w:styleId="Titoloindice">
    <w:name w:val="index heading"/>
    <w:basedOn w:val="Normale"/>
    <w:next w:val="Indice1"/>
    <w:uiPriority w:val="99"/>
    <w:semiHidden/>
    <w:unhideWhenUsed/>
    <w:rsid w:val="005F7094"/>
    <w:rPr>
      <w:rFonts w:eastAsiaTheme="majorEastAsia" w:cstheme="majorBidi"/>
      <w:b/>
      <w:bCs/>
    </w:rPr>
  </w:style>
  <w:style w:type="paragraph" w:styleId="Intestazionemessaggio">
    <w:name w:val="Message Header"/>
    <w:basedOn w:val="Normale"/>
    <w:link w:val="IntestazionemessaggioCarattere"/>
    <w:uiPriority w:val="99"/>
    <w:semiHidden/>
    <w:unhideWhenUsed/>
    <w:rsid w:val="005F709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eastAsiaTheme="majorEastAsia" w:cstheme="majorBidi"/>
      <w:sz w:val="24"/>
      <w:szCs w:val="24"/>
    </w:rPr>
  </w:style>
  <w:style w:type="character" w:customStyle="1" w:styleId="IntestazionemessaggioCarattere">
    <w:name w:val="Intestazione messaggio Carattere"/>
    <w:basedOn w:val="Carpredefinitoparagrafo"/>
    <w:link w:val="Intestazionemessaggio"/>
    <w:uiPriority w:val="99"/>
    <w:semiHidden/>
    <w:rsid w:val="005F7094"/>
    <w:rPr>
      <w:rFonts w:eastAsiaTheme="majorEastAsia" w:cstheme="majorBidi"/>
      <w:sz w:val="24"/>
      <w:szCs w:val="24"/>
      <w:shd w:val="pct20" w:color="auto" w:fill="auto"/>
    </w:rPr>
  </w:style>
  <w:style w:type="paragraph" w:styleId="Titoloindicefonti">
    <w:name w:val="toa heading"/>
    <w:basedOn w:val="Normale"/>
    <w:next w:val="Normale"/>
    <w:uiPriority w:val="99"/>
    <w:semiHidden/>
    <w:unhideWhenUsed/>
    <w:rsid w:val="005F7094"/>
    <w:pPr>
      <w:spacing w:before="120"/>
    </w:pPr>
    <w:rPr>
      <w:rFonts w:eastAsiaTheme="majorEastAsia" w:cstheme="majorBidi"/>
      <w:b/>
      <w:bCs/>
      <w:sz w:val="24"/>
      <w:szCs w:val="24"/>
    </w:rPr>
  </w:style>
  <w:style w:type="paragraph" w:styleId="Nessunaspaziatura">
    <w:name w:val="No Spacing"/>
    <w:unhideWhenUsed/>
    <w:rsid w:val="008317EF"/>
  </w:style>
  <w:style w:type="character" w:styleId="Enfasicorsivo">
    <w:name w:val="Emphasis"/>
    <w:basedOn w:val="Carpredefinitoparagrafo"/>
    <w:uiPriority w:val="24"/>
    <w:qFormat/>
    <w:rsid w:val="002159DE"/>
    <w:rPr>
      <w:i/>
      <w:iCs/>
    </w:rPr>
  </w:style>
  <w:style w:type="character" w:styleId="Enfasiintensa">
    <w:name w:val="Intense Emphasis"/>
    <w:basedOn w:val="Carpredefinitoparagrafo"/>
    <w:uiPriority w:val="37"/>
    <w:unhideWhenUsed/>
    <w:rsid w:val="002159DE"/>
    <w:rPr>
      <w:i/>
      <w:iCs/>
      <w:color w:val="86BC25" w:themeColor="accent1"/>
    </w:rPr>
  </w:style>
  <w:style w:type="character" w:styleId="Enfasigrassetto">
    <w:name w:val="Strong"/>
    <w:basedOn w:val="Carpredefinitoparagrafo"/>
    <w:uiPriority w:val="22"/>
    <w:qFormat/>
    <w:rsid w:val="002159DE"/>
    <w:rPr>
      <w:b/>
      <w:bCs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159DE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159DE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7"/>
    <w:unhideWhenUsed/>
    <w:rsid w:val="002159DE"/>
    <w:pPr>
      <w:pBdr>
        <w:top w:val="single" w:sz="4" w:space="10" w:color="86BC25" w:themeColor="accent1"/>
        <w:bottom w:val="single" w:sz="4" w:space="10" w:color="86BC25" w:themeColor="accent1"/>
      </w:pBdr>
      <w:spacing w:before="360" w:after="360"/>
      <w:ind w:left="864" w:right="864"/>
      <w:jc w:val="center"/>
    </w:pPr>
    <w:rPr>
      <w:i/>
      <w:iCs/>
      <w:color w:val="86BC2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7"/>
    <w:rsid w:val="008A27F6"/>
    <w:rPr>
      <w:i/>
      <w:iCs/>
      <w:color w:val="86BC25" w:themeColor="accent1"/>
    </w:rPr>
  </w:style>
  <w:style w:type="character" w:styleId="Riferimentodelicato">
    <w:name w:val="Subtle Reference"/>
    <w:basedOn w:val="Carpredefinitoparagrafo"/>
    <w:uiPriority w:val="37"/>
    <w:unhideWhenUsed/>
    <w:qFormat/>
    <w:rsid w:val="002159DE"/>
    <w:rPr>
      <w:smallCaps/>
      <w:color w:val="5A5A5A" w:themeColor="text1" w:themeTint="A5"/>
    </w:rPr>
  </w:style>
  <w:style w:type="character" w:styleId="Titolodellibro">
    <w:name w:val="Book Title"/>
    <w:basedOn w:val="Carpredefinitoparagrafo"/>
    <w:uiPriority w:val="37"/>
    <w:unhideWhenUsed/>
    <w:rsid w:val="002159DE"/>
    <w:rPr>
      <w:b/>
      <w:bCs/>
      <w:i/>
      <w:iCs/>
      <w:spacing w:val="5"/>
    </w:rPr>
  </w:style>
  <w:style w:type="paragraph" w:styleId="Paragrafoelenco">
    <w:name w:val="List Paragraph"/>
    <w:basedOn w:val="Normale"/>
    <w:uiPriority w:val="37"/>
    <w:unhideWhenUsed/>
    <w:qFormat/>
    <w:rsid w:val="002159DE"/>
    <w:pPr>
      <w:ind w:left="720"/>
      <w:contextualSpacing/>
    </w:pPr>
  </w:style>
  <w:style w:type="paragraph" w:styleId="Didascalia">
    <w:name w:val="caption"/>
    <w:basedOn w:val="Normale"/>
    <w:next w:val="Normale"/>
    <w:uiPriority w:val="35"/>
    <w:qFormat/>
    <w:rsid w:val="002159DE"/>
    <w:rPr>
      <w:i/>
      <w:iCs/>
      <w:color w:val="53565A" w:themeColor="text2"/>
      <w:sz w:val="18"/>
      <w:szCs w:val="18"/>
    </w:rPr>
  </w:style>
  <w:style w:type="paragraph" w:styleId="Bibliografia">
    <w:name w:val="Bibliography"/>
    <w:basedOn w:val="Normale"/>
    <w:next w:val="Normale"/>
    <w:uiPriority w:val="37"/>
    <w:semiHidden/>
    <w:unhideWhenUsed/>
    <w:rsid w:val="002159DE"/>
  </w:style>
  <w:style w:type="paragraph" w:customStyle="1" w:styleId="Contentstitle">
    <w:name w:val="Contents title"/>
    <w:basedOn w:val="Normale"/>
    <w:next w:val="Normale"/>
    <w:uiPriority w:val="7"/>
    <w:qFormat/>
    <w:rsid w:val="00935843"/>
    <w:pPr>
      <w:spacing w:after="480" w:line="720" w:lineRule="atLeast"/>
    </w:pPr>
    <w:rPr>
      <w:sz w:val="60"/>
    </w:rPr>
  </w:style>
  <w:style w:type="paragraph" w:customStyle="1" w:styleId="Documenttitle">
    <w:name w:val="Document title"/>
    <w:next w:val="Normale"/>
    <w:uiPriority w:val="3"/>
    <w:qFormat/>
    <w:rsid w:val="00935843"/>
    <w:pPr>
      <w:spacing w:after="240" w:line="580" w:lineRule="atLeast"/>
    </w:pPr>
    <w:rPr>
      <w:rFonts w:eastAsiaTheme="majorEastAsia" w:cstheme="majorBidi"/>
      <w:bCs/>
      <w:color w:val="26890D" w:themeColor="accent3"/>
      <w:kern w:val="0"/>
      <w:sz w:val="42"/>
      <w:szCs w:val="28"/>
      <w14:ligatures w14:val="none"/>
    </w:rPr>
  </w:style>
  <w:style w:type="paragraph" w:customStyle="1" w:styleId="Contactus">
    <w:name w:val="Contact us"/>
    <w:basedOn w:val="Normale"/>
    <w:next w:val="Normale"/>
    <w:uiPriority w:val="15"/>
    <w:qFormat/>
    <w:rsid w:val="00935843"/>
    <w:pPr>
      <w:spacing w:after="240" w:line="340" w:lineRule="atLeast"/>
    </w:pPr>
    <w:rPr>
      <w:sz w:val="28"/>
    </w:rPr>
  </w:style>
  <w:style w:type="paragraph" w:customStyle="1" w:styleId="Contacttext">
    <w:name w:val="Contact text"/>
    <w:basedOn w:val="Normale"/>
    <w:uiPriority w:val="15"/>
    <w:qFormat/>
    <w:rsid w:val="00935843"/>
  </w:style>
  <w:style w:type="paragraph" w:customStyle="1" w:styleId="Documentdate">
    <w:name w:val="Document date"/>
    <w:uiPriority w:val="6"/>
    <w:qFormat/>
    <w:rsid w:val="00935843"/>
    <w:pPr>
      <w:spacing w:line="240" w:lineRule="atLeast"/>
    </w:pPr>
    <w:rPr>
      <w:kern w:val="0"/>
      <w:sz w:val="18"/>
      <w14:ligatures w14:val="none"/>
    </w:rPr>
  </w:style>
  <w:style w:type="paragraph" w:customStyle="1" w:styleId="Documentsubtitle">
    <w:name w:val="Document subtitle"/>
    <w:basedOn w:val="Normale"/>
    <w:uiPriority w:val="5"/>
    <w:qFormat/>
    <w:rsid w:val="00935843"/>
    <w:pPr>
      <w:spacing w:after="120" w:line="440" w:lineRule="atLeast"/>
    </w:pPr>
    <w:rPr>
      <w:sz w:val="36"/>
    </w:rPr>
  </w:style>
  <w:style w:type="paragraph" w:customStyle="1" w:styleId="Legaltext">
    <w:name w:val="Legal text"/>
    <w:basedOn w:val="Normale"/>
    <w:uiPriority w:val="10"/>
    <w:qFormat/>
    <w:rsid w:val="00693289"/>
    <w:pPr>
      <w:spacing w:after="120" w:line="180" w:lineRule="atLeast"/>
    </w:pPr>
    <w:rPr>
      <w:sz w:val="14"/>
    </w:rPr>
  </w:style>
  <w:style w:type="paragraph" w:customStyle="1" w:styleId="PulloutBlue">
    <w:name w:val="Pullout Blue"/>
    <w:basedOn w:val="Normale"/>
    <w:next w:val="Normale"/>
    <w:uiPriority w:val="18"/>
    <w:qFormat/>
    <w:rsid w:val="00693289"/>
    <w:pPr>
      <w:spacing w:line="360" w:lineRule="atLeast"/>
    </w:pPr>
    <w:rPr>
      <w:color w:val="007CB0" w:themeColor="accent6"/>
      <w:sz w:val="28"/>
    </w:rPr>
  </w:style>
  <w:style w:type="paragraph" w:customStyle="1" w:styleId="PulloutGreen">
    <w:name w:val="Pullout Green"/>
    <w:basedOn w:val="PulloutBlue"/>
    <w:next w:val="Normale"/>
    <w:uiPriority w:val="18"/>
    <w:qFormat/>
    <w:rsid w:val="00693289"/>
    <w:rPr>
      <w:color w:val="43B02A" w:themeColor="accent2"/>
    </w:rPr>
  </w:style>
  <w:style w:type="paragraph" w:customStyle="1" w:styleId="Sectiontitle">
    <w:name w:val="Section title"/>
    <w:basedOn w:val="Normale"/>
    <w:next w:val="Normale"/>
    <w:uiPriority w:val="7"/>
    <w:qFormat/>
    <w:rsid w:val="00693289"/>
    <w:pPr>
      <w:spacing w:after="480" w:line="720" w:lineRule="atLeast"/>
    </w:pPr>
    <w:rPr>
      <w:sz w:val="60"/>
    </w:rPr>
  </w:style>
  <w:style w:type="paragraph" w:customStyle="1" w:styleId="Sectionintro">
    <w:name w:val="Section intro"/>
    <w:basedOn w:val="Normale"/>
    <w:next w:val="Normale"/>
    <w:uiPriority w:val="8"/>
    <w:qFormat/>
    <w:rsid w:val="00693289"/>
    <w:pPr>
      <w:spacing w:line="360" w:lineRule="atLeast"/>
    </w:pPr>
    <w:rPr>
      <w:sz w:val="28"/>
    </w:rPr>
  </w:style>
  <w:style w:type="paragraph" w:customStyle="1" w:styleId="Statustext">
    <w:name w:val="Status text"/>
    <w:basedOn w:val="Normale"/>
    <w:uiPriority w:val="14"/>
    <w:qFormat/>
    <w:rsid w:val="00693289"/>
    <w:rPr>
      <w:color w:val="7F7F7F" w:themeColor="text1" w:themeTint="80"/>
      <w:sz w:val="14"/>
      <w:szCs w:val="24"/>
    </w:rPr>
  </w:style>
  <w:style w:type="paragraph" w:customStyle="1" w:styleId="Subheading">
    <w:name w:val="Subheading"/>
    <w:basedOn w:val="Normale"/>
    <w:next w:val="Normale"/>
    <w:semiHidden/>
    <w:qFormat/>
    <w:rsid w:val="00693289"/>
    <w:rPr>
      <w:rFonts w:asciiTheme="majorHAnsi" w:eastAsiaTheme="majorEastAsia" w:hAnsiTheme="majorHAnsi" w:cstheme="majorBidi"/>
      <w:b/>
      <w:bCs/>
      <w:iCs/>
      <w:color w:val="000000" w:themeColor="text1"/>
    </w:rPr>
  </w:style>
  <w:style w:type="paragraph" w:customStyle="1" w:styleId="QuotesourceBlue">
    <w:name w:val="Quote source Blue"/>
    <w:basedOn w:val="Normale"/>
    <w:next w:val="Normale"/>
    <w:uiPriority w:val="19"/>
    <w:qFormat/>
    <w:rsid w:val="00693289"/>
    <w:pPr>
      <w:spacing w:line="200" w:lineRule="atLeast"/>
      <w:contextualSpacing/>
    </w:pPr>
    <w:rPr>
      <w:b/>
      <w:color w:val="26890D" w:themeColor="accent3"/>
      <w:sz w:val="17"/>
    </w:rPr>
  </w:style>
  <w:style w:type="paragraph" w:customStyle="1" w:styleId="QuotesourceGreen">
    <w:name w:val="Quote source Green"/>
    <w:basedOn w:val="QuotesourceBlue"/>
    <w:next w:val="Normale"/>
    <w:uiPriority w:val="19"/>
    <w:qFormat/>
    <w:rsid w:val="00693289"/>
  </w:style>
  <w:style w:type="paragraph" w:customStyle="1" w:styleId="Quotetext">
    <w:name w:val="Quote text"/>
    <w:basedOn w:val="PulloutBlue"/>
    <w:uiPriority w:val="19"/>
    <w:qFormat/>
    <w:rsid w:val="00693289"/>
    <w:pPr>
      <w:spacing w:line="720" w:lineRule="atLeast"/>
    </w:pPr>
    <w:rPr>
      <w:color w:val="FFFFFF" w:themeColor="background1"/>
      <w:sz w:val="60"/>
    </w:rPr>
  </w:style>
  <w:style w:type="paragraph" w:styleId="Puntoelenco">
    <w:name w:val="List Bullet"/>
    <w:basedOn w:val="Normale"/>
    <w:uiPriority w:val="10"/>
    <w:qFormat/>
    <w:rsid w:val="005F6865"/>
    <w:pPr>
      <w:numPr>
        <w:numId w:val="19"/>
      </w:numPr>
      <w:contextualSpacing/>
    </w:pPr>
  </w:style>
  <w:style w:type="paragraph" w:styleId="Numeroelenco">
    <w:name w:val="List Number"/>
    <w:basedOn w:val="Normale"/>
    <w:uiPriority w:val="10"/>
    <w:qFormat/>
    <w:rsid w:val="005F6865"/>
    <w:pPr>
      <w:numPr>
        <w:numId w:val="23"/>
      </w:numPr>
      <w:contextualSpacing/>
    </w:pPr>
  </w:style>
  <w:style w:type="paragraph" w:customStyle="1" w:styleId="Tablebullets">
    <w:name w:val="Table bullets"/>
    <w:basedOn w:val="Tabletext"/>
    <w:uiPriority w:val="11"/>
    <w:qFormat/>
    <w:rsid w:val="005F6865"/>
    <w:pPr>
      <w:numPr>
        <w:numId w:val="24"/>
      </w:numPr>
    </w:pPr>
  </w:style>
  <w:style w:type="paragraph" w:customStyle="1" w:styleId="Tablenumbered">
    <w:name w:val="Table numbered"/>
    <w:basedOn w:val="Tablebullets"/>
    <w:uiPriority w:val="11"/>
    <w:qFormat/>
    <w:rsid w:val="008317EF"/>
    <w:pPr>
      <w:keepNext/>
      <w:keepLines/>
      <w:numPr>
        <w:numId w:val="25"/>
      </w:numPr>
      <w:spacing w:before="120"/>
      <w:ind w:left="714" w:hanging="357"/>
      <w:outlineLvl w:val="0"/>
    </w:pPr>
    <w:rPr>
      <w:rFonts w:eastAsiaTheme="majorEastAsia" w:cstheme="majorBidi"/>
      <w:kern w:val="2"/>
      <w:szCs w:val="32"/>
      <w14:ligatures w14:val="standardContextual"/>
    </w:rPr>
  </w:style>
  <w:style w:type="numbering" w:styleId="111111">
    <w:name w:val="Outline List 2"/>
    <w:basedOn w:val="Nessunelenco"/>
    <w:uiPriority w:val="99"/>
    <w:semiHidden/>
    <w:unhideWhenUsed/>
    <w:rsid w:val="008317EF"/>
  </w:style>
  <w:style w:type="paragraph" w:customStyle="1" w:styleId="Tabletext">
    <w:name w:val="Table text"/>
    <w:basedOn w:val="Normale"/>
    <w:uiPriority w:val="10"/>
    <w:qFormat/>
    <w:rsid w:val="008317EF"/>
    <w:rPr>
      <w:sz w:val="18"/>
    </w:rPr>
  </w:style>
  <w:style w:type="paragraph" w:styleId="Intestazione">
    <w:name w:val="header"/>
    <w:basedOn w:val="Normale"/>
    <w:link w:val="IntestazioneCarattere"/>
    <w:uiPriority w:val="16"/>
    <w:rsid w:val="008317EF"/>
    <w:pPr>
      <w:tabs>
        <w:tab w:val="center" w:pos="4513"/>
        <w:tab w:val="right" w:pos="9026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16"/>
    <w:rsid w:val="008317EF"/>
  </w:style>
  <w:style w:type="paragraph" w:styleId="Numeroelenco2">
    <w:name w:val="List Number 2"/>
    <w:basedOn w:val="Normale"/>
    <w:uiPriority w:val="10"/>
    <w:rsid w:val="008317EF"/>
    <w:pPr>
      <w:numPr>
        <w:numId w:val="28"/>
      </w:numPr>
      <w:contextualSpacing/>
    </w:pPr>
  </w:style>
  <w:style w:type="paragraph" w:styleId="Pidipagina">
    <w:name w:val="footer"/>
    <w:basedOn w:val="Normale"/>
    <w:link w:val="PidipaginaCarattere"/>
    <w:uiPriority w:val="16"/>
    <w:rsid w:val="000E70A9"/>
    <w:pPr>
      <w:tabs>
        <w:tab w:val="center" w:pos="4513"/>
        <w:tab w:val="right" w:pos="9026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16"/>
    <w:rsid w:val="000E70A9"/>
  </w:style>
  <w:style w:type="paragraph" w:customStyle="1" w:styleId="InlineHeading1">
    <w:name w:val="Inline Heading 1"/>
    <w:basedOn w:val="Normale"/>
    <w:uiPriority w:val="9"/>
    <w:qFormat/>
    <w:rsid w:val="00E2486D"/>
    <w:pPr>
      <w:spacing w:after="120"/>
    </w:pPr>
    <w:rPr>
      <w:color w:val="26890D" w:themeColor="accent3"/>
      <w:sz w:val="36"/>
    </w:rPr>
  </w:style>
  <w:style w:type="paragraph" w:customStyle="1" w:styleId="InlineHeading2">
    <w:name w:val="Inline Heading 2"/>
    <w:basedOn w:val="InlineHeading1"/>
    <w:uiPriority w:val="9"/>
    <w:qFormat/>
    <w:rsid w:val="00C345AD"/>
    <w:rPr>
      <w:color w:val="000000" w:themeColor="text1"/>
      <w:sz w:val="28"/>
    </w:rPr>
  </w:style>
  <w:style w:type="paragraph" w:customStyle="1" w:styleId="InlineHeading3">
    <w:name w:val="Inline Heading 3"/>
    <w:basedOn w:val="Normale"/>
    <w:uiPriority w:val="9"/>
    <w:qFormat/>
    <w:rsid w:val="00E2486D"/>
    <w:pPr>
      <w:spacing w:after="120"/>
    </w:pPr>
    <w:rPr>
      <w:b/>
      <w:i/>
      <w:color w:val="000000" w:themeColor="text1"/>
      <w:sz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C5312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C5312A"/>
    <w:pPr>
      <w:widowControl/>
      <w:autoSpaceDE/>
      <w:autoSpaceDN/>
      <w:spacing w:after="120"/>
    </w:pPr>
    <w:rPr>
      <w:rFonts w:ascii="Roboto" w:eastAsiaTheme="minorHAnsi" w:hAnsi="Roboto" w:cstheme="minorBidi"/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C5312A"/>
    <w:rPr>
      <w:rFonts w:ascii="Roboto" w:hAnsi="Roboto"/>
      <w:kern w:val="0"/>
      <w:sz w:val="20"/>
      <w:szCs w:val="20"/>
      <w:lang w:val="it-IT"/>
      <w14:ligatures w14:val="none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6F755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6F7558"/>
    <w:rPr>
      <w:rFonts w:ascii="Calibri" w:eastAsia="Calibri" w:hAnsi="Calibri" w:cs="Calibri"/>
      <w:kern w:val="0"/>
      <w:sz w:val="20"/>
      <w:szCs w:val="20"/>
      <w:lang w:val="it-IT"/>
      <w14:ligatures w14:val="none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6F7558"/>
    <w:rPr>
      <w:vertAlign w:val="superscript"/>
    </w:rPr>
  </w:style>
  <w:style w:type="paragraph" w:customStyle="1" w:styleId="Default">
    <w:name w:val="Default"/>
    <w:link w:val="DefaultCarattere"/>
    <w:rsid w:val="00EA265D"/>
    <w:pPr>
      <w:autoSpaceDE w:val="0"/>
      <w:autoSpaceDN w:val="0"/>
      <w:adjustRightInd w:val="0"/>
    </w:pPr>
    <w:rPr>
      <w:rFonts w:ascii="Yu Gothic UI" w:eastAsia="Yu Gothic UI" w:hAnsi="SF Pro Text" w:cs="Yu Gothic UI"/>
      <w:color w:val="000000"/>
      <w:kern w:val="0"/>
      <w:sz w:val="24"/>
      <w:szCs w:val="24"/>
      <w:lang w:val="it-IT"/>
    </w:rPr>
  </w:style>
  <w:style w:type="character" w:customStyle="1" w:styleId="DefaultCarattere">
    <w:name w:val="Default Carattere"/>
    <w:basedOn w:val="Carpredefinitoparagrafo"/>
    <w:link w:val="Default"/>
    <w:rsid w:val="00EA265D"/>
    <w:rPr>
      <w:rFonts w:ascii="Yu Gothic UI" w:eastAsia="Yu Gothic UI" w:hAnsi="SF Pro Text" w:cs="Yu Gothic UI"/>
      <w:color w:val="000000"/>
      <w:kern w:val="0"/>
      <w:sz w:val="24"/>
      <w:szCs w:val="24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810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53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45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8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microsoft.com/office/2016/09/relationships/commentsIds" Target="commentsIds.xml"/><Relationship Id="rId18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commentsExtended" Target="commentsExtended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comments" Target="comments.xm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image" Target="media/image1.jpeg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dibenedetto\AppData\Local\Temp\Templafy\WordVsto\ybiqjovx.dotx" TargetMode="External"/></Relationships>
</file>

<file path=word/theme/theme1.xml><?xml version="1.0" encoding="utf-8"?>
<a:theme xmlns:a="http://schemas.openxmlformats.org/drawingml/2006/main" name="Deloitte_Brand_Theme_uk">
  <a:themeElements>
    <a:clrScheme name="Custom 3">
      <a:dk1>
        <a:sysClr val="windowText" lastClr="000000"/>
      </a:dk1>
      <a:lt1>
        <a:sysClr val="window" lastClr="FFFFFF"/>
      </a:lt1>
      <a:dk2>
        <a:srgbClr val="53565A"/>
      </a:dk2>
      <a:lt2>
        <a:srgbClr val="D0D0CE"/>
      </a:lt2>
      <a:accent1>
        <a:srgbClr val="86BC25"/>
      </a:accent1>
      <a:accent2>
        <a:srgbClr val="43B02A"/>
      </a:accent2>
      <a:accent3>
        <a:srgbClr val="26890D"/>
      </a:accent3>
      <a:accent4>
        <a:srgbClr val="046A38"/>
      </a:accent4>
      <a:accent5>
        <a:srgbClr val="0D8390"/>
      </a:accent5>
      <a:accent6>
        <a:srgbClr val="007CB0"/>
      </a:accent6>
      <a:hlink>
        <a:srgbClr val="00A3E0"/>
      </a:hlink>
      <a:folHlink>
        <a:srgbClr val="7F7F7F"/>
      </a:folHlink>
    </a:clrScheme>
    <a:fontScheme name="Custom 2">
      <a:majorFont>
        <a:latin typeface="Calibri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gray">
        <a:solidFill>
          <a:schemeClr val="accent3"/>
        </a:solidFill>
        <a:ln w="19050" algn="ctr">
          <a:noFill/>
          <a:miter lim="800000"/>
          <a:headEnd/>
          <a:tailEnd/>
        </a:ln>
      </a:spPr>
      <a:bodyPr wrap="square" lIns="88900" tIns="88900" rIns="88900" bIns="88900" rtlCol="0" anchor="ctr"/>
      <a:lstStyle>
        <a:defPPr>
          <a:lnSpc>
            <a:spcPct val="106000"/>
          </a:lnSpc>
          <a:buFont typeface="Wingdings 2" pitchFamily="18" charset="2"/>
          <a:buNone/>
          <a:defRPr sz="1600" b="1" dirty="0" smtClean="0">
            <a:solidFill>
              <a:schemeClr val="bg1"/>
            </a:solidFill>
          </a:defRPr>
        </a:defPPr>
      </a:lstStyle>
    </a:spDef>
    <a:lnDef>
      <a:spPr>
        <a:ln>
          <a:solidFill>
            <a:schemeClr val="tx2"/>
          </a:solidFill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</a:spPr>
      <a:bodyPr wrap="square" lIns="0" tIns="0" rIns="0" bIns="0" rtlCol="0">
        <a:spAutoFit/>
      </a:bodyPr>
      <a:lstStyle>
        <a:defPPr marL="203200" indent="-203200">
          <a:spcBef>
            <a:spcPts val="600"/>
          </a:spcBef>
          <a:buSzPct val="100000"/>
          <a:buFont typeface="Arial"/>
          <a:buChar char="•"/>
          <a:defRPr dirty="0" smtClean="0">
            <a:solidFill>
              <a:srgbClr val="313131"/>
            </a:solidFill>
          </a:defRPr>
        </a:defPPr>
      </a:lstStyle>
    </a:txDef>
  </a:objectDefaults>
  <a:extraClrSchemeLst/>
  <a:custClrLst>
    <a:custClr name="Green 7">
      <a:srgbClr val="2C5234"/>
    </a:custClr>
    <a:custClr name="Green 6">
      <a:srgbClr val="046A38"/>
    </a:custClr>
    <a:custClr name="Green 5">
      <a:srgbClr val="009A44"/>
    </a:custClr>
    <a:custClr name="Green 4">
      <a:srgbClr val="43B02A"/>
    </a:custClr>
    <a:custClr name="Deloitte Green">
      <a:srgbClr val="86BC25"/>
    </a:custClr>
    <a:custClr name="Green 2">
      <a:srgbClr val="C4D600"/>
    </a:custClr>
    <a:custClr name="Green 1">
      <a:srgbClr val="E3E48D"/>
    </a:custClr>
    <a:custClr name="Teal 7">
      <a:srgbClr val="004F59"/>
    </a:custClr>
    <a:custClr name="Teal 6">
      <a:srgbClr val="007680"/>
    </a:custClr>
    <a:custClr name="Teal 5">
      <a:srgbClr val="0097A9"/>
    </a:custClr>
    <a:custClr name="Teal 4">
      <a:srgbClr val="00ABAB"/>
    </a:custClr>
    <a:custClr name="Teal 3">
      <a:srgbClr val="6FC2B4"/>
    </a:custClr>
    <a:custClr name="Teal 2">
      <a:srgbClr val="9DD4CF"/>
    </a:custClr>
    <a:custClr name="Teal 1">
      <a:srgbClr val="DDEFE8"/>
    </a:custClr>
    <a:custClr name="Blue 7">
      <a:srgbClr val="041E42"/>
    </a:custClr>
    <a:custClr name="Blue 6">
      <a:srgbClr val="012169"/>
    </a:custClr>
    <a:custClr name="Blue 5">
      <a:srgbClr val="005587"/>
    </a:custClr>
    <a:custClr name="Blue 4">
      <a:srgbClr val="0076A8"/>
    </a:custClr>
    <a:custClr name="Blue 3">
      <a:srgbClr val="00A3E0"/>
    </a:custClr>
    <a:custClr name="Blue 2">
      <a:srgbClr val="62B5E5"/>
    </a:custClr>
    <a:custClr name="Blue 1">
      <a:srgbClr val="A0DCFF"/>
    </a:custClr>
    <a:custClr name="Cool Gray 11">
      <a:srgbClr val="53565A"/>
    </a:custClr>
    <a:custClr name="Cool Gray 10">
      <a:srgbClr val="63666A"/>
    </a:custClr>
    <a:custClr name="Cool Gray 9">
      <a:srgbClr val="75787B"/>
    </a:custClr>
    <a:custClr name="Cool Gray 7">
      <a:srgbClr val="97999B"/>
    </a:custClr>
    <a:custClr name="Cool Gray 6">
      <a:srgbClr val="A7A8AA"/>
    </a:custClr>
    <a:custClr name="Cool Gray 4">
      <a:srgbClr val="BBBCBC"/>
    </a:custClr>
    <a:custClr name="Cool Gray 2">
      <a:srgbClr val="D0D0CE"/>
    </a:custClr>
    <a:custClr name="White">
      <a:srgbClr val="FFFFFF"/>
    </a:custClr>
    <a:custClr name="Black">
      <a:srgbClr val="000000"/>
    </a:custClr>
    <a:custClr name="Red">
      <a:srgbClr val="DA291C"/>
    </a:custClr>
    <a:custClr name="Orange">
      <a:srgbClr val="ED8B00"/>
    </a:custClr>
    <a:custClr name="Yellow">
      <a:srgbClr val="FFCD00"/>
    </a:custClr>
  </a:custClrLst>
  <a:extLst>
    <a:ext uri="{05A4C25C-085E-4340-85A3-A5531E510DB2}">
      <thm15:themeFamily xmlns:thm15="http://schemas.microsoft.com/office/thememl/2012/main" name="Deloitte_Brand_Theme_uk" id="{3113A46F-0299-46C9-B616-982F076E906C}" vid="{B0DB14F4-58B6-4FC3-A8FA-3B3C49A75927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TemplafyFormConfiguration><![CDATA[{"formFields":[],"formDataEntries":[]}]]></TemplafyFormConfiguration>
</file>

<file path=customXml/item2.xml><?xml version="1.0" encoding="utf-8"?>
<TemplafyTemplateConfiguration><![CDATA[{"elementsMetadata":[],"transformationConfigurations":[],"templateName":"Normal-2025","templateDescription":"","enableDocumentContentUpdater":false,"version":"2.0"}]]></TemplafyTemplateConfiguration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B4F7F-FF3F-4C4C-A704-C314F00B2937}">
  <ds:schemaRefs/>
</ds:datastoreItem>
</file>

<file path=customXml/itemProps2.xml><?xml version="1.0" encoding="utf-8"?>
<ds:datastoreItem xmlns:ds="http://schemas.openxmlformats.org/officeDocument/2006/customXml" ds:itemID="{A46AAC3C-852B-4644-BCA3-7D527058D111}">
  <ds:schemaRefs/>
</ds:datastoreItem>
</file>

<file path=customXml/itemProps3.xml><?xml version="1.0" encoding="utf-8"?>
<ds:datastoreItem xmlns:ds="http://schemas.openxmlformats.org/officeDocument/2006/customXml" ds:itemID="{E1A0EE91-3DE7-43D2-9163-47F97C37A915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ea60d57e-af5b-4752-ac57-3e4f28ca11dc}" enabled="1" method="Standard" siteId="{36da45f1-dd2c-4d1f-af13-5abe46b99921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ybiqjovx</Template>
  <TotalTime>0</TotalTime>
  <Pages>4</Pages>
  <Words>613</Words>
  <Characters>3499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 Benedetto, Desiree</dc:creator>
  <cp:keywords/>
  <dc:description/>
  <cp:lastModifiedBy>Michele Panteghini</cp:lastModifiedBy>
  <cp:revision>149</cp:revision>
  <dcterms:created xsi:type="dcterms:W3CDTF">2025-09-25T08:59:00Z</dcterms:created>
  <dcterms:modified xsi:type="dcterms:W3CDTF">2026-01-07T14:29:00Z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2025-01-08T15:31:57Z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93899f89-8ac1-4a2e-8052-96164abd2e29</vt:lpwstr>
  </property>
  <property fmtid="{D5CDD505-2E9C-101B-9397-08002B2CF9AE}" pid="8" name="MSIP_Label_ea60d57e-af5b-4752-ac57-3e4f28ca11dc_ContentBits">
    <vt:lpwstr>0</vt:lpwstr>
  </property>
  <property fmtid="{D5CDD505-2E9C-101B-9397-08002B2CF9AE}" pid="9" name="TemplafyTenantId">
    <vt:lpwstr>deloittecm</vt:lpwstr>
  </property>
  <property fmtid="{D5CDD505-2E9C-101B-9397-08002B2CF9AE}" pid="10" name="TemplafyTemplateId">
    <vt:lpwstr>1143252932024861322</vt:lpwstr>
  </property>
  <property fmtid="{D5CDD505-2E9C-101B-9397-08002B2CF9AE}" pid="11" name="TemplafyUserProfileId">
    <vt:lpwstr>1198269934688800548</vt:lpwstr>
  </property>
  <property fmtid="{D5CDD505-2E9C-101B-9397-08002B2CF9AE}" pid="12" name="TemplafyFromBlank">
    <vt:bool>true</vt:bool>
  </property>
</Properties>
</file>